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6D0" w:rsidRDefault="004466D0">
      <w:pPr>
        <w:pStyle w:val="Nzev"/>
        <w:rPr>
          <w:i/>
          <w:iCs/>
        </w:rPr>
      </w:pPr>
      <w:r>
        <w:rPr>
          <w:i/>
          <w:iCs/>
        </w:rPr>
        <w:t>ZŘ I Z O V A T E L – O B E C</w:t>
      </w:r>
    </w:p>
    <w:p w:rsidR="004466D0" w:rsidRDefault="004466D0">
      <w:pPr>
        <w:pStyle w:val="Podnadpis"/>
        <w:rPr>
          <w:i/>
          <w:iCs/>
        </w:rPr>
      </w:pPr>
      <w:r>
        <w:rPr>
          <w:i/>
          <w:iCs/>
        </w:rPr>
        <w:t>adresa zřizovatele</w:t>
      </w:r>
    </w:p>
    <w:p w:rsidR="004466D0" w:rsidRDefault="004466D0"/>
    <w:p w:rsidR="004466D0" w:rsidRDefault="004466D0"/>
    <w:p w:rsidR="004466D0" w:rsidRDefault="004466D0" w:rsidP="004466D0">
      <w:pPr>
        <w:pStyle w:val="Nadpis6"/>
        <w:rPr>
          <w:b w:val="0"/>
          <w:bCs w:val="0"/>
        </w:rPr>
      </w:pPr>
      <w:r>
        <w:rPr>
          <w:b w:val="0"/>
          <w:bCs w:val="0"/>
        </w:rPr>
        <w:t>Česká školní inspekce</w:t>
      </w:r>
    </w:p>
    <w:p w:rsidR="004466D0" w:rsidRDefault="009C527A">
      <w:pPr>
        <w:pStyle w:val="Nadpis6"/>
        <w:rPr>
          <w:b w:val="0"/>
          <w:bCs w:val="0"/>
        </w:rPr>
      </w:pPr>
      <w:r>
        <w:rPr>
          <w:b w:val="0"/>
          <w:bCs w:val="0"/>
        </w:rPr>
        <w:t>Libereckého</w:t>
      </w:r>
      <w:r w:rsidR="005667B9">
        <w:rPr>
          <w:b w:val="0"/>
          <w:bCs w:val="0"/>
        </w:rPr>
        <w:t xml:space="preserve"> </w:t>
      </w:r>
      <w:r w:rsidR="00DB6DBF">
        <w:rPr>
          <w:b w:val="0"/>
          <w:bCs w:val="0"/>
        </w:rPr>
        <w:t>inspektorátu</w:t>
      </w:r>
    </w:p>
    <w:p w:rsidR="004466D0" w:rsidRDefault="004466D0">
      <w:pPr>
        <w:pStyle w:val="Nadpis6"/>
        <w:rPr>
          <w:b w:val="0"/>
          <w:bCs w:val="0"/>
        </w:rPr>
      </w:pPr>
      <w:r>
        <w:rPr>
          <w:b w:val="0"/>
          <w:bCs w:val="0"/>
        </w:rPr>
        <w:t>Masarykova 801/28</w:t>
      </w:r>
    </w:p>
    <w:p w:rsidR="004466D0" w:rsidRDefault="008211F0">
      <w:pPr>
        <w:pStyle w:val="Nadpis6"/>
        <w:rPr>
          <w:b w:val="0"/>
          <w:bCs w:val="0"/>
        </w:rPr>
      </w:pPr>
      <w:proofErr w:type="gramStart"/>
      <w:r>
        <w:rPr>
          <w:b w:val="0"/>
          <w:bCs w:val="0"/>
        </w:rPr>
        <w:t>460 01  LIBEREC</w:t>
      </w:r>
      <w:proofErr w:type="gramEnd"/>
      <w:r>
        <w:rPr>
          <w:b w:val="0"/>
          <w:bCs w:val="0"/>
        </w:rPr>
        <w:t xml:space="preserve"> </w:t>
      </w:r>
      <w:r w:rsidR="004466D0">
        <w:rPr>
          <w:b w:val="0"/>
          <w:bCs w:val="0"/>
        </w:rPr>
        <w:t>1</w:t>
      </w:r>
    </w:p>
    <w:p w:rsidR="004466D0" w:rsidRDefault="004466D0">
      <w:pPr>
        <w:pStyle w:val="Zhlav"/>
        <w:tabs>
          <w:tab w:val="clear" w:pos="4536"/>
          <w:tab w:val="clear" w:pos="9072"/>
        </w:tabs>
      </w:pPr>
    </w:p>
    <w:p w:rsidR="004466D0" w:rsidRDefault="004466D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2268"/>
        <w:gridCol w:w="2050"/>
      </w:tblGrid>
      <w:tr w:rsidR="004466D0">
        <w:tc>
          <w:tcPr>
            <w:tcW w:w="2905" w:type="dxa"/>
          </w:tcPr>
          <w:p w:rsidR="004466D0" w:rsidRDefault="004466D0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Váš dopis značky/ze dne</w:t>
            </w:r>
          </w:p>
        </w:tc>
        <w:tc>
          <w:tcPr>
            <w:tcW w:w="1985" w:type="dxa"/>
          </w:tcPr>
          <w:p w:rsidR="004466D0" w:rsidRDefault="004466D0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Naše značka</w:t>
            </w:r>
          </w:p>
        </w:tc>
        <w:tc>
          <w:tcPr>
            <w:tcW w:w="2268" w:type="dxa"/>
          </w:tcPr>
          <w:p w:rsidR="004466D0" w:rsidRDefault="004466D0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Vyřizuje/linka</w:t>
            </w:r>
          </w:p>
        </w:tc>
        <w:tc>
          <w:tcPr>
            <w:tcW w:w="2050" w:type="dxa"/>
          </w:tcPr>
          <w:p w:rsidR="004466D0" w:rsidRDefault="004466D0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 xml:space="preserve">V </w:t>
            </w:r>
          </w:p>
        </w:tc>
      </w:tr>
      <w:tr w:rsidR="004466D0">
        <w:tc>
          <w:tcPr>
            <w:tcW w:w="2905" w:type="dxa"/>
          </w:tcPr>
          <w:p w:rsidR="004466D0" w:rsidRDefault="004466D0">
            <w:pPr>
              <w:rPr>
                <w:caps/>
              </w:rPr>
            </w:pPr>
          </w:p>
        </w:tc>
        <w:tc>
          <w:tcPr>
            <w:tcW w:w="1985" w:type="dxa"/>
          </w:tcPr>
          <w:p w:rsidR="004466D0" w:rsidRDefault="004466D0">
            <w:pPr>
              <w:rPr>
                <w:caps/>
              </w:rPr>
            </w:pPr>
          </w:p>
        </w:tc>
        <w:tc>
          <w:tcPr>
            <w:tcW w:w="2268" w:type="dxa"/>
          </w:tcPr>
          <w:p w:rsidR="004466D0" w:rsidRDefault="004466D0">
            <w:pPr>
              <w:pStyle w:val="Zhlav"/>
              <w:tabs>
                <w:tab w:val="clear" w:pos="4536"/>
                <w:tab w:val="clear" w:pos="9072"/>
              </w:tabs>
            </w:pPr>
          </w:p>
        </w:tc>
        <w:tc>
          <w:tcPr>
            <w:tcW w:w="2050" w:type="dxa"/>
          </w:tcPr>
          <w:p w:rsidR="004466D0" w:rsidRDefault="004466D0">
            <w:pPr>
              <w:rPr>
                <w:caps/>
              </w:rPr>
            </w:pPr>
            <w:r>
              <w:rPr>
                <w:caps/>
                <w:sz w:val="18"/>
                <w:szCs w:val="18"/>
              </w:rPr>
              <w:t>dne</w:t>
            </w:r>
          </w:p>
        </w:tc>
      </w:tr>
    </w:tbl>
    <w:p w:rsidR="004466D0" w:rsidRDefault="004466D0">
      <w:pPr>
        <w:pStyle w:val="Nadpis4"/>
        <w:jc w:val="both"/>
        <w:rPr>
          <w:sz w:val="24"/>
          <w:szCs w:val="24"/>
        </w:rPr>
      </w:pPr>
    </w:p>
    <w:p w:rsidR="004466D0" w:rsidRDefault="004466D0"/>
    <w:p w:rsidR="004466D0" w:rsidRDefault="006509B9">
      <w:pPr>
        <w:pStyle w:val="Nadpis4"/>
        <w:jc w:val="both"/>
        <w:rPr>
          <w:sz w:val="24"/>
          <w:szCs w:val="24"/>
        </w:rPr>
      </w:pPr>
      <w:r>
        <w:rPr>
          <w:sz w:val="24"/>
          <w:szCs w:val="24"/>
        </w:rPr>
        <w:t>Žádost o nominaci</w:t>
      </w:r>
      <w:r w:rsidR="004466D0">
        <w:rPr>
          <w:sz w:val="24"/>
          <w:szCs w:val="24"/>
        </w:rPr>
        <w:t xml:space="preserve"> </w:t>
      </w:r>
      <w:r w:rsidR="008211F0">
        <w:rPr>
          <w:sz w:val="24"/>
          <w:szCs w:val="24"/>
        </w:rPr>
        <w:t>členů konkurzní komise</w:t>
      </w:r>
    </w:p>
    <w:p w:rsidR="004466D0" w:rsidRDefault="004466D0"/>
    <w:p w:rsidR="004466D0" w:rsidRDefault="004466D0"/>
    <w:p w:rsidR="004466D0" w:rsidRDefault="004466D0">
      <w:r>
        <w:t>Vážen</w:t>
      </w:r>
      <w:r w:rsidR="00041C36">
        <w:t>í</w:t>
      </w:r>
      <w:bookmarkStart w:id="0" w:name="_GoBack"/>
      <w:bookmarkEnd w:id="0"/>
      <w:r>
        <w:t>,</w:t>
      </w:r>
    </w:p>
    <w:p w:rsidR="004466D0" w:rsidRDefault="004466D0"/>
    <w:p w:rsidR="004466D0" w:rsidRDefault="004466D0">
      <w:r>
        <w:rPr>
          <w:b/>
          <w:bCs/>
          <w:i/>
          <w:iCs/>
        </w:rPr>
        <w:t>Zřizovatel</w:t>
      </w:r>
      <w:r>
        <w:rPr>
          <w:b/>
          <w:bCs/>
        </w:rPr>
        <w:t xml:space="preserve"> </w:t>
      </w:r>
      <w:r>
        <w:rPr>
          <w:i/>
          <w:iCs/>
        </w:rPr>
        <w:t>/uvede se název/</w:t>
      </w:r>
      <w:r>
        <w:t xml:space="preserve"> v souladu se zákonem č. 561/2004 Sb., o předškolním, základním, středním, vyšším odborném a jiném vzdělávání, </w:t>
      </w:r>
      <w:r w:rsidR="009C527A">
        <w:t xml:space="preserve">ve znění pozdějších předpisů </w:t>
      </w:r>
      <w:r>
        <w:t>vyhlašuje konkurz</w:t>
      </w:r>
      <w:r w:rsidR="008211F0">
        <w:t>ní řízení</w:t>
      </w:r>
      <w:r>
        <w:t xml:space="preserve"> na</w:t>
      </w:r>
      <w:r w:rsidR="009C527A">
        <w:t xml:space="preserve"> vedoucí pracovní místo</w:t>
      </w:r>
      <w:r>
        <w:t xml:space="preserve"> ředitele</w:t>
      </w:r>
      <w:r w:rsidR="00894134">
        <w:t>/ředitelky</w:t>
      </w:r>
      <w:r>
        <w:t xml:space="preserve"> </w:t>
      </w:r>
    </w:p>
    <w:p w:rsidR="004466D0" w:rsidRDefault="004466D0" w:rsidP="002242D9">
      <w:pPr>
        <w:pStyle w:val="Nadpis5"/>
        <w:spacing w:before="120" w:after="120"/>
        <w:jc w:val="center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„školy“  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/uvede se název a </w:t>
      </w:r>
      <w:r w:rsidR="008211F0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sídlo právnické osoby vykonávající činnost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školy/</w:t>
      </w:r>
    </w:p>
    <w:p w:rsidR="008211F0" w:rsidRDefault="004466D0">
      <w:pPr>
        <w:pStyle w:val="Zkladntext"/>
        <w:jc w:val="both"/>
      </w:pPr>
      <w:r>
        <w:t xml:space="preserve">V souladu s § 2 odst. 3 </w:t>
      </w:r>
      <w:r w:rsidR="008211F0">
        <w:t xml:space="preserve">písm. c) a e) </w:t>
      </w:r>
      <w:r>
        <w:t>vyhlášky č. 54/2005 Sb., o náležitostech konkurzního řízení a konkurzních komisích,</w:t>
      </w:r>
      <w:r>
        <w:rPr>
          <w:b/>
          <w:bCs/>
        </w:rPr>
        <w:t xml:space="preserve"> </w:t>
      </w:r>
      <w:r w:rsidR="008211F0">
        <w:rPr>
          <w:bCs/>
        </w:rPr>
        <w:t>ve znění pozdějších předpisů</w:t>
      </w:r>
      <w:r w:rsidR="003A51B5">
        <w:rPr>
          <w:bCs/>
        </w:rPr>
        <w:t>,</w:t>
      </w:r>
      <w:r w:rsidR="008211F0">
        <w:rPr>
          <w:b/>
          <w:bCs/>
        </w:rPr>
        <w:t xml:space="preserve"> </w:t>
      </w:r>
      <w:r>
        <w:t>Vás žádám</w:t>
      </w:r>
      <w:r w:rsidR="000F347A">
        <w:t xml:space="preserve"> o </w:t>
      </w:r>
      <w:r w:rsidR="00F549A1">
        <w:t xml:space="preserve">nominaci </w:t>
      </w:r>
      <w:r w:rsidR="008211F0">
        <w:t>členů konkurzní komise, kterými jsou:</w:t>
      </w:r>
    </w:p>
    <w:p w:rsidR="004466D0" w:rsidRDefault="008211F0" w:rsidP="00391457">
      <w:pPr>
        <w:pStyle w:val="Zkladntext"/>
        <w:numPr>
          <w:ilvl w:val="0"/>
          <w:numId w:val="5"/>
        </w:numPr>
        <w:spacing w:before="120"/>
        <w:ind w:left="714" w:hanging="357"/>
        <w:jc w:val="both"/>
      </w:pPr>
      <w:r>
        <w:t>odborník v oblasti státní správy, organizace a řízení ve školství podle druhu a typu příslušné školy nebo školského zařízení,</w:t>
      </w:r>
    </w:p>
    <w:p w:rsidR="008211F0" w:rsidRDefault="008211F0" w:rsidP="008211F0">
      <w:pPr>
        <w:pStyle w:val="Zkladntext"/>
        <w:numPr>
          <w:ilvl w:val="0"/>
          <w:numId w:val="5"/>
        </w:numPr>
        <w:spacing w:before="120"/>
        <w:ind w:left="714" w:hanging="357"/>
        <w:jc w:val="both"/>
      </w:pPr>
      <w:r>
        <w:t>personalista nebo psycholog,</w:t>
      </w:r>
    </w:p>
    <w:p w:rsidR="008211F0" w:rsidRDefault="008211F0" w:rsidP="00391457">
      <w:pPr>
        <w:pStyle w:val="Zkladntext"/>
        <w:numPr>
          <w:ilvl w:val="0"/>
          <w:numId w:val="5"/>
        </w:numPr>
        <w:spacing w:before="120"/>
        <w:ind w:left="714" w:hanging="357"/>
        <w:jc w:val="both"/>
      </w:pPr>
      <w:r>
        <w:t>školní inspektor České školní inspekce.</w:t>
      </w:r>
    </w:p>
    <w:p w:rsidR="004466D0" w:rsidRDefault="004466D0">
      <w:pPr>
        <w:pStyle w:val="Zkladntext"/>
        <w:jc w:val="both"/>
        <w:rPr>
          <w:b/>
          <w:bCs/>
        </w:rPr>
      </w:pPr>
    </w:p>
    <w:p w:rsidR="004466D0" w:rsidRDefault="00F549A1">
      <w:pPr>
        <w:rPr>
          <w:i/>
          <w:iCs/>
        </w:rPr>
      </w:pPr>
      <w:r>
        <w:t>Nominaci členů konkurzní komise včetně jejich kontaktních údajů zašlete p</w:t>
      </w:r>
      <w:r w:rsidR="00391457">
        <w:t xml:space="preserve">rosím </w:t>
      </w:r>
      <w:r w:rsidR="004466D0">
        <w:t xml:space="preserve">na adresu </w:t>
      </w:r>
      <w:r w:rsidR="004466D0">
        <w:rPr>
          <w:i/>
          <w:iCs/>
        </w:rPr>
        <w:t>/uvede se přesná adresa, případně jméno osoby, kam má být nominace člen</w:t>
      </w:r>
      <w:r w:rsidR="00391457">
        <w:rPr>
          <w:i/>
          <w:iCs/>
        </w:rPr>
        <w:t>ů</w:t>
      </w:r>
      <w:r w:rsidR="004466D0">
        <w:rPr>
          <w:i/>
          <w:iCs/>
        </w:rPr>
        <w:t xml:space="preserve"> zaslána/.</w:t>
      </w:r>
    </w:p>
    <w:p w:rsidR="004466D0" w:rsidRDefault="004466D0"/>
    <w:p w:rsidR="004466D0" w:rsidRDefault="004466D0">
      <w:r>
        <w:t>Těším se na další spolupráci s Vámi.</w:t>
      </w:r>
    </w:p>
    <w:p w:rsidR="004466D0" w:rsidRDefault="004466D0"/>
    <w:p w:rsidR="004466D0" w:rsidRDefault="004466D0"/>
    <w:p w:rsidR="004466D0" w:rsidRDefault="004466D0">
      <w:r>
        <w:t>S pozdravem</w:t>
      </w:r>
    </w:p>
    <w:p w:rsidR="004466D0" w:rsidRDefault="004466D0">
      <w:pPr>
        <w:rPr>
          <w:rFonts w:ascii="Arial" w:hAnsi="Arial" w:cs="Arial"/>
        </w:rPr>
      </w:pPr>
    </w:p>
    <w:p w:rsidR="004466D0" w:rsidRDefault="004466D0">
      <w:pPr>
        <w:rPr>
          <w:rFonts w:ascii="Arial" w:hAnsi="Arial" w:cs="Arial"/>
        </w:rPr>
      </w:pPr>
    </w:p>
    <w:p w:rsidR="004466D0" w:rsidRDefault="004466D0">
      <w:pPr>
        <w:rPr>
          <w:rFonts w:ascii="Arial" w:hAnsi="Arial" w:cs="Arial"/>
        </w:rPr>
      </w:pPr>
    </w:p>
    <w:p w:rsidR="004466D0" w:rsidRDefault="004466D0">
      <w:pPr>
        <w:rPr>
          <w:rFonts w:ascii="Arial" w:hAnsi="Arial" w:cs="Arial"/>
        </w:rPr>
      </w:pPr>
    </w:p>
    <w:p w:rsidR="004466D0" w:rsidRDefault="004466D0">
      <w:pPr>
        <w:rPr>
          <w:rFonts w:ascii="Arial" w:hAnsi="Arial" w:cs="Arial"/>
        </w:rPr>
      </w:pPr>
    </w:p>
    <w:p w:rsidR="004466D0" w:rsidRDefault="004466D0">
      <w:pPr>
        <w:rPr>
          <w:i/>
          <w:iCs/>
        </w:rPr>
      </w:pPr>
      <w:r>
        <w:rPr>
          <w:i/>
          <w:iCs/>
        </w:rPr>
        <w:t>Podpis vyhlašovatele</w:t>
      </w:r>
      <w:r w:rsidR="00550240">
        <w:rPr>
          <w:i/>
          <w:iCs/>
        </w:rPr>
        <w:t xml:space="preserve"> (starosty)</w:t>
      </w:r>
      <w:r>
        <w:rPr>
          <w:i/>
          <w:iCs/>
        </w:rPr>
        <w:t xml:space="preserve"> a razítko</w:t>
      </w:r>
    </w:p>
    <w:p w:rsidR="004466D0" w:rsidRDefault="004466D0"/>
    <w:p w:rsidR="004466D0" w:rsidRDefault="004466D0"/>
    <w:sectPr w:rsidR="004466D0">
      <w:headerReference w:type="first" r:id="rId7"/>
      <w:footerReference w:type="first" r:id="rId8"/>
      <w:pgSz w:w="11906" w:h="16838" w:code="9"/>
      <w:pgMar w:top="1134" w:right="1418" w:bottom="1134" w:left="1418" w:header="709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AB0" w:rsidRDefault="00487AB0">
      <w:r>
        <w:separator/>
      </w:r>
    </w:p>
  </w:endnote>
  <w:endnote w:type="continuationSeparator" w:id="0">
    <w:p w:rsidR="00487AB0" w:rsidRDefault="00487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6D0" w:rsidRDefault="00041C36">
    <w:pPr>
      <w:pStyle w:val="Zpat"/>
      <w:tabs>
        <w:tab w:val="clear" w:pos="4536"/>
        <w:tab w:val="left" w:pos="2268"/>
        <w:tab w:val="left" w:pos="4678"/>
        <w:tab w:val="left" w:pos="6946"/>
      </w:tabs>
      <w:rPr>
        <w:caps/>
        <w:sz w:val="20"/>
        <w:szCs w:val="20"/>
      </w:rPr>
    </w:pPr>
    <w:r>
      <w:rPr>
        <w:caps/>
        <w:sz w:val="20"/>
        <w:szCs w:val="20"/>
      </w:rPr>
      <w:pict>
        <v:rect id="_x0000_i1025" style="width:0;height:1.5pt" o:hralign="center" o:hrstd="t" o:hr="t" fillcolor="gray" stroked="f"/>
      </w:pict>
    </w:r>
  </w:p>
  <w:p w:rsidR="004466D0" w:rsidRDefault="004466D0">
    <w:pPr>
      <w:pStyle w:val="Zpat"/>
      <w:tabs>
        <w:tab w:val="clear" w:pos="4536"/>
        <w:tab w:val="left" w:pos="2268"/>
        <w:tab w:val="left" w:pos="2977"/>
        <w:tab w:val="left" w:pos="6237"/>
      </w:tabs>
      <w:rPr>
        <w:caps/>
        <w:sz w:val="20"/>
        <w:szCs w:val="20"/>
      </w:rPr>
    </w:pPr>
    <w:r>
      <w:rPr>
        <w:caps/>
        <w:sz w:val="20"/>
        <w:szCs w:val="20"/>
      </w:rPr>
      <w:t>Telefon</w:t>
    </w:r>
    <w:r>
      <w:rPr>
        <w:caps/>
        <w:sz w:val="20"/>
        <w:szCs w:val="20"/>
      </w:rPr>
      <w:tab/>
    </w:r>
    <w:r>
      <w:rPr>
        <w:caps/>
        <w:sz w:val="20"/>
        <w:szCs w:val="20"/>
      </w:rPr>
      <w:tab/>
      <w:t>Fax</w:t>
    </w:r>
    <w:r>
      <w:rPr>
        <w:caps/>
        <w:sz w:val="20"/>
        <w:szCs w:val="20"/>
      </w:rPr>
      <w:tab/>
      <w:t>E-mail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AB0" w:rsidRDefault="00487AB0">
      <w:r>
        <w:separator/>
      </w:r>
    </w:p>
  </w:footnote>
  <w:footnote w:type="continuationSeparator" w:id="0">
    <w:p w:rsidR="00487AB0" w:rsidRDefault="00487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6D0" w:rsidRDefault="004466D0">
    <w:pPr>
      <w:pStyle w:val="Podnadpis"/>
      <w:jc w:val="left"/>
      <w:rPr>
        <w:b w:val="0"/>
        <w:bCs w:val="0"/>
      </w:rPr>
    </w:pPr>
    <w:r>
      <w:rPr>
        <w:b w:val="0"/>
        <w:bCs w:val="0"/>
      </w:rPr>
      <w:t xml:space="preserve">Příloha </w:t>
    </w:r>
    <w:r w:rsidR="000E2EA1">
      <w:rPr>
        <w:b w:val="0"/>
        <w:bCs w:val="0"/>
      </w:rPr>
      <w:t>4</w:t>
    </w:r>
  </w:p>
  <w:p w:rsidR="004466D0" w:rsidRDefault="004466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03F60"/>
    <w:multiLevelType w:val="hybridMultilevel"/>
    <w:tmpl w:val="F20E8BC4"/>
    <w:lvl w:ilvl="0" w:tplc="62C4586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3FB1F3E"/>
    <w:multiLevelType w:val="hybridMultilevel"/>
    <w:tmpl w:val="F762ED5E"/>
    <w:lvl w:ilvl="0" w:tplc="62C45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71F62"/>
    <w:multiLevelType w:val="hybridMultilevel"/>
    <w:tmpl w:val="A11C2CE8"/>
    <w:lvl w:ilvl="0" w:tplc="990AB96A">
      <w:start w:val="4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E378F1"/>
    <w:multiLevelType w:val="hybridMultilevel"/>
    <w:tmpl w:val="250EE2D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6D0"/>
    <w:rsid w:val="00041C36"/>
    <w:rsid w:val="000E2EA1"/>
    <w:rsid w:val="000F0870"/>
    <w:rsid w:val="000F347A"/>
    <w:rsid w:val="0012010D"/>
    <w:rsid w:val="00207514"/>
    <w:rsid w:val="002242D9"/>
    <w:rsid w:val="002F5B2F"/>
    <w:rsid w:val="0034695A"/>
    <w:rsid w:val="00391457"/>
    <w:rsid w:val="003A51B5"/>
    <w:rsid w:val="004466D0"/>
    <w:rsid w:val="00487AB0"/>
    <w:rsid w:val="00494491"/>
    <w:rsid w:val="004E47AF"/>
    <w:rsid w:val="00550240"/>
    <w:rsid w:val="005667B9"/>
    <w:rsid w:val="005E2A2C"/>
    <w:rsid w:val="006509B9"/>
    <w:rsid w:val="007657C5"/>
    <w:rsid w:val="008211F0"/>
    <w:rsid w:val="00894134"/>
    <w:rsid w:val="009757F3"/>
    <w:rsid w:val="009C527A"/>
    <w:rsid w:val="00D047F3"/>
    <w:rsid w:val="00DB6DBF"/>
    <w:rsid w:val="00F5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24BC2C36"/>
  <w14:defaultImageDpi w14:val="0"/>
  <w15:docId w15:val="{8141D6CB-DD73-49E6-947E-6B2A6F50C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  <w:jc w:val="both"/>
    </w:pPr>
    <w:rPr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jc w:val="left"/>
      <w:outlineLvl w:val="3"/>
    </w:pPr>
    <w:rPr>
      <w:b/>
      <w:bCs/>
      <w:sz w:val="20"/>
      <w:szCs w:val="20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pPr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odnadpis">
    <w:name w:val="Subtitle"/>
    <w:basedOn w:val="Normln"/>
    <w:link w:val="PodnadpisChar"/>
    <w:uiPriority w:val="99"/>
    <w:qFormat/>
    <w:pPr>
      <w:jc w:val="center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uiPriority w:val="11"/>
    <w:locked/>
    <w:rPr>
      <w:rFonts w:asciiTheme="majorHAnsi" w:eastAsiaTheme="majorEastAsia" w:hAnsiTheme="majorHAns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KU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KU</Template>
  <TotalTime>0</TotalTime>
  <Pages>1</Pages>
  <Words>189</Words>
  <Characters>1060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Vážený pan</vt:lpstr>
    </vt:vector>
  </TitlesOfParts>
  <Company>SU Liberec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Vážený pan</dc:title>
  <dc:subject/>
  <dc:creator>Trpkošová Eva</dc:creator>
  <cp:keywords/>
  <dc:description/>
  <cp:lastModifiedBy>Trpkošová Eva</cp:lastModifiedBy>
  <cp:revision>2</cp:revision>
  <dcterms:created xsi:type="dcterms:W3CDTF">2019-09-10T12:56:00Z</dcterms:created>
  <dcterms:modified xsi:type="dcterms:W3CDTF">2019-09-10T12:56:00Z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-1539247504</vt:i4>
  </property>
  <property fmtid="{D5CDD505-2E9C-101B-9397-08002B2CF9AE}" pid="3" name="_EmailSubject">
    <vt:lpwstr>Konkurzy-aktualizace-web</vt:lpwstr>
  </property>
  <property fmtid="{D5CDD505-2E9C-101B-9397-08002B2CF9AE}" pid="4" name="_AuthorEmail">
    <vt:lpwstr>vlasta.sormova@kraj-lbc.cz</vt:lpwstr>
  </property>
  <property fmtid="{D5CDD505-2E9C-101B-9397-08002B2CF9AE}" pid="5" name="_AuthorEmailDisplayName">
    <vt:lpwstr>Sormova Vlasta</vt:lpwstr>
  </property>
  <property fmtid="{D5CDD505-2E9C-101B-9397-08002B2CF9AE}" pid="6" name="_PreviousAdHocReviewCycleID">
    <vt:i4>-1252869147</vt:i4>
  </property>
  <property fmtid="{D5CDD505-2E9C-101B-9397-08002B2CF9AE}" pid="7" name="_ReviewingToolsShownOnce">
    <vt:lpwstr/>
  </property>
</Properties>
</file>