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95E" w:rsidRDefault="00DB395E">
      <w:pPr>
        <w:pStyle w:val="Nzev"/>
        <w:rPr>
          <w:i/>
          <w:iCs/>
        </w:rPr>
      </w:pPr>
    </w:p>
    <w:p w:rsidR="00DB395E" w:rsidRDefault="00DB395E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DB395E" w:rsidRDefault="00DB395E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DB395E" w:rsidRDefault="00DB395E"/>
    <w:p w:rsidR="00DB395E" w:rsidRDefault="00DB395E"/>
    <w:p w:rsidR="00DB395E" w:rsidRDefault="00DB395E"/>
    <w:p w:rsidR="00DB395E" w:rsidRDefault="00DB395E"/>
    <w:p w:rsidR="00DB395E" w:rsidRDefault="00DB395E">
      <w:r>
        <w:t xml:space="preserve">Vážený/á pan/í </w:t>
      </w:r>
    </w:p>
    <w:p w:rsidR="00DB395E" w:rsidRDefault="00DB395E">
      <w:pPr>
        <w:pStyle w:val="Nadpis2"/>
        <w:rPr>
          <w:b w:val="0"/>
          <w:bCs w:val="0"/>
        </w:rPr>
      </w:pPr>
      <w:r>
        <w:rPr>
          <w:b w:val="0"/>
          <w:bCs w:val="0"/>
        </w:rPr>
        <w:t xml:space="preserve">jméno a příjmení </w:t>
      </w:r>
      <w:r w:rsidR="00362DDC">
        <w:rPr>
          <w:b w:val="0"/>
          <w:bCs w:val="0"/>
        </w:rPr>
        <w:t xml:space="preserve">předsedy - </w:t>
      </w:r>
      <w:r>
        <w:rPr>
          <w:b w:val="0"/>
          <w:bCs w:val="0"/>
        </w:rPr>
        <w:t>člena/</w:t>
      </w:r>
      <w:proofErr w:type="spellStart"/>
      <w:r>
        <w:rPr>
          <w:b w:val="0"/>
          <w:bCs w:val="0"/>
        </w:rPr>
        <w:t>ky</w:t>
      </w:r>
      <w:proofErr w:type="spellEnd"/>
      <w:r>
        <w:rPr>
          <w:b w:val="0"/>
          <w:bCs w:val="0"/>
        </w:rPr>
        <w:t xml:space="preserve"> konkurzní komise</w:t>
      </w:r>
    </w:p>
    <w:p w:rsidR="00DB395E" w:rsidRDefault="00DB395E">
      <w:pPr>
        <w:rPr>
          <w:i/>
          <w:iCs/>
        </w:rPr>
      </w:pPr>
      <w:r>
        <w:rPr>
          <w:i/>
          <w:iCs/>
        </w:rPr>
        <w:t>přesná adresa</w:t>
      </w:r>
    </w:p>
    <w:p w:rsidR="00DB395E" w:rsidRDefault="00DB395E"/>
    <w:p w:rsidR="00DB395E" w:rsidRDefault="00DB395E"/>
    <w:p w:rsidR="00DB395E" w:rsidRDefault="00DB395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2268"/>
        <w:gridCol w:w="2050"/>
      </w:tblGrid>
      <w:tr w:rsidR="00DB395E">
        <w:tc>
          <w:tcPr>
            <w:tcW w:w="2905" w:type="dxa"/>
          </w:tcPr>
          <w:p w:rsidR="00DB395E" w:rsidRDefault="00DB395E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Váš dopis značky/ze dne</w:t>
            </w:r>
          </w:p>
        </w:tc>
        <w:tc>
          <w:tcPr>
            <w:tcW w:w="1985" w:type="dxa"/>
          </w:tcPr>
          <w:p w:rsidR="00DB395E" w:rsidRDefault="00DB395E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Naše značka</w:t>
            </w:r>
          </w:p>
        </w:tc>
        <w:tc>
          <w:tcPr>
            <w:tcW w:w="2268" w:type="dxa"/>
          </w:tcPr>
          <w:p w:rsidR="00DB395E" w:rsidRDefault="00DB395E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Vyřizuje/linka</w:t>
            </w:r>
          </w:p>
        </w:tc>
        <w:tc>
          <w:tcPr>
            <w:tcW w:w="2050" w:type="dxa"/>
          </w:tcPr>
          <w:p w:rsidR="00DB395E" w:rsidRDefault="00DB395E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 xml:space="preserve">V </w:t>
            </w:r>
          </w:p>
        </w:tc>
      </w:tr>
      <w:tr w:rsidR="00DB395E">
        <w:tc>
          <w:tcPr>
            <w:tcW w:w="2905" w:type="dxa"/>
          </w:tcPr>
          <w:p w:rsidR="00DB395E" w:rsidRDefault="00DB395E">
            <w:pPr>
              <w:rPr>
                <w:caps/>
              </w:rPr>
            </w:pPr>
          </w:p>
        </w:tc>
        <w:tc>
          <w:tcPr>
            <w:tcW w:w="1985" w:type="dxa"/>
          </w:tcPr>
          <w:p w:rsidR="00DB395E" w:rsidRDefault="00DB395E">
            <w:pPr>
              <w:rPr>
                <w:caps/>
              </w:rPr>
            </w:pPr>
          </w:p>
        </w:tc>
        <w:tc>
          <w:tcPr>
            <w:tcW w:w="2268" w:type="dxa"/>
          </w:tcPr>
          <w:p w:rsidR="00DB395E" w:rsidRDefault="00DB395E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2050" w:type="dxa"/>
          </w:tcPr>
          <w:p w:rsidR="00DB395E" w:rsidRDefault="00DB395E">
            <w:pPr>
              <w:rPr>
                <w:caps/>
              </w:rPr>
            </w:pPr>
            <w:r>
              <w:rPr>
                <w:caps/>
                <w:sz w:val="18"/>
                <w:szCs w:val="18"/>
              </w:rPr>
              <w:t>dne</w:t>
            </w:r>
          </w:p>
        </w:tc>
      </w:tr>
    </w:tbl>
    <w:p w:rsidR="00DB395E" w:rsidRDefault="00DB395E"/>
    <w:p w:rsidR="00DB395E" w:rsidRDefault="00DB395E"/>
    <w:p w:rsidR="00DB395E" w:rsidRDefault="00DB395E"/>
    <w:p w:rsidR="00DB395E" w:rsidRDefault="00DB395E"/>
    <w:p w:rsidR="00DB395E" w:rsidRDefault="00DB395E">
      <w:pPr>
        <w:pStyle w:val="Nadpis1"/>
      </w:pPr>
      <w:r>
        <w:t>P O Z V Á N K A</w:t>
      </w:r>
    </w:p>
    <w:p w:rsidR="00DB395E" w:rsidRDefault="00DB395E">
      <w:pPr>
        <w:rPr>
          <w:b/>
          <w:bCs/>
          <w:u w:val="single"/>
        </w:rPr>
      </w:pPr>
    </w:p>
    <w:p w:rsidR="00DB395E" w:rsidRDefault="00DB395E"/>
    <w:p w:rsidR="00DB395E" w:rsidRDefault="00DB395E">
      <w:pPr>
        <w:pStyle w:val="Zhlav"/>
        <w:tabs>
          <w:tab w:val="clear" w:pos="4536"/>
          <w:tab w:val="clear" w:pos="9072"/>
        </w:tabs>
      </w:pPr>
    </w:p>
    <w:p w:rsidR="00DB395E" w:rsidRDefault="00DB395E"/>
    <w:p w:rsidR="00DB395E" w:rsidRDefault="00DB395E">
      <w:pPr>
        <w:pStyle w:val="Zhlav"/>
        <w:tabs>
          <w:tab w:val="clear" w:pos="4536"/>
          <w:tab w:val="clear" w:pos="9072"/>
        </w:tabs>
      </w:pPr>
      <w:r>
        <w:t>Vážený/á pan/í ………….,</w:t>
      </w:r>
    </w:p>
    <w:p w:rsidR="00DB395E" w:rsidRDefault="00DB395E"/>
    <w:p w:rsidR="00592757" w:rsidRDefault="00DB395E">
      <w:pPr>
        <w:pStyle w:val="Nadpis5"/>
        <w:spacing w:before="120" w:after="12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příloze Vám zasílám jmenování</w:t>
      </w:r>
      <w:r w:rsidR="00362D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62DDC" w:rsidRPr="00722964">
        <w:rPr>
          <w:rFonts w:ascii="Times New Roman" w:hAnsi="Times New Roman" w:cs="Times New Roman"/>
          <w:b w:val="0"/>
          <w:bCs w:val="0"/>
          <w:i/>
          <w:sz w:val="24"/>
          <w:szCs w:val="24"/>
        </w:rPr>
        <w:t>předsedou</w:t>
      </w:r>
      <w:r w:rsidR="00592757">
        <w:rPr>
          <w:rFonts w:ascii="Times New Roman" w:hAnsi="Times New Roman" w:cs="Times New Roman"/>
          <w:b w:val="0"/>
          <w:bCs w:val="0"/>
          <w:i/>
          <w:sz w:val="24"/>
          <w:szCs w:val="24"/>
        </w:rPr>
        <w:t>/</w:t>
      </w:r>
      <w:r w:rsidRPr="00722964">
        <w:rPr>
          <w:rFonts w:ascii="Times New Roman" w:hAnsi="Times New Roman" w:cs="Times New Roman"/>
          <w:b w:val="0"/>
          <w:bCs w:val="0"/>
          <w:i/>
          <w:sz w:val="24"/>
          <w:szCs w:val="24"/>
        </w:rPr>
        <w:t>členem/členkou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konkurzní komise </w:t>
      </w:r>
      <w:r w:rsidR="00131C78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pro konkurzní řízení na </w:t>
      </w:r>
      <w:r w:rsidR="002E19BC">
        <w:rPr>
          <w:rFonts w:ascii="Times New Roman" w:hAnsi="Times New Roman" w:cs="Times New Roman"/>
          <w:b w:val="0"/>
          <w:bCs w:val="0"/>
          <w:sz w:val="24"/>
          <w:szCs w:val="24"/>
        </w:rPr>
        <w:t>vedoucí pracovní místo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ředitele</w:t>
      </w:r>
      <w:r w:rsidR="00131C78">
        <w:rPr>
          <w:rFonts w:ascii="Times New Roman" w:hAnsi="Times New Roman" w:cs="Times New Roman"/>
          <w:b w:val="0"/>
          <w:bCs w:val="0"/>
          <w:sz w:val="24"/>
          <w:szCs w:val="24"/>
        </w:rPr>
        <w:t>/ředitelky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B395E" w:rsidRDefault="00DB395E" w:rsidP="00592757">
      <w:pPr>
        <w:pStyle w:val="Nadpis5"/>
        <w:spacing w:before="120" w:after="120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gramStart"/>
      <w:r>
        <w:rPr>
          <w:rFonts w:ascii="Times New Roman" w:hAnsi="Times New Roman" w:cs="Times New Roman"/>
          <w:sz w:val="24"/>
          <w:szCs w:val="24"/>
        </w:rPr>
        <w:t>š</w:t>
      </w:r>
      <w:r>
        <w:rPr>
          <w:rFonts w:ascii="Times New Roman" w:hAnsi="Times New Roman" w:cs="Times New Roman"/>
          <w:i/>
          <w:iCs/>
          <w:sz w:val="24"/>
          <w:szCs w:val="24"/>
        </w:rPr>
        <w:t>koly“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/uvede</w:t>
      </w:r>
      <w:proofErr w:type="gramEnd"/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se název a </w:t>
      </w:r>
      <w:r w:rsidR="00BC3AAE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sídlo právnické osoby vykonávající činnost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školy/.</w:t>
      </w:r>
    </w:p>
    <w:p w:rsidR="00DB395E" w:rsidRDefault="00DB395E">
      <w:pPr>
        <w:pStyle w:val="Nadpis5"/>
        <w:rPr>
          <w:rFonts w:ascii="Times New Roman" w:hAnsi="Times New Roman" w:cs="Times New Roman"/>
          <w:sz w:val="24"/>
          <w:szCs w:val="24"/>
        </w:rPr>
      </w:pPr>
    </w:p>
    <w:p w:rsidR="00592757" w:rsidRDefault="00DB395E" w:rsidP="00DD43A0">
      <w:pPr>
        <w:rPr>
          <w:b/>
          <w:bCs/>
          <w:i/>
          <w:iCs/>
        </w:rPr>
      </w:pPr>
      <w:r>
        <w:t xml:space="preserve">Současně si Vás dovoluji pozvat na jednání konkurzní komise, které se uskuteční </w:t>
      </w:r>
    </w:p>
    <w:p w:rsidR="00DB395E" w:rsidRPr="00DD43A0" w:rsidRDefault="00DB395E" w:rsidP="00592757">
      <w:pPr>
        <w:jc w:val="center"/>
      </w:pPr>
      <w:r>
        <w:rPr>
          <w:b/>
          <w:bCs/>
          <w:i/>
          <w:iCs/>
        </w:rPr>
        <w:t xml:space="preserve">uvede </w:t>
      </w:r>
      <w:bookmarkStart w:id="0" w:name="_GoBack"/>
      <w:bookmarkEnd w:id="0"/>
      <w:r>
        <w:rPr>
          <w:b/>
          <w:bCs/>
          <w:i/>
          <w:iCs/>
        </w:rPr>
        <w:t>se den, hodina a místo konání /.</w:t>
      </w:r>
    </w:p>
    <w:p w:rsidR="00DB395E" w:rsidRDefault="00DB395E">
      <w:pPr>
        <w:tabs>
          <w:tab w:val="left" w:pos="1134"/>
        </w:tabs>
      </w:pPr>
    </w:p>
    <w:p w:rsidR="00DB395E" w:rsidRDefault="00DB395E">
      <w:pPr>
        <w:tabs>
          <w:tab w:val="left" w:pos="1134"/>
        </w:tabs>
      </w:pPr>
      <w:r>
        <w:tab/>
      </w:r>
    </w:p>
    <w:p w:rsidR="00DB395E" w:rsidRDefault="00DB395E">
      <w:pPr>
        <w:tabs>
          <w:tab w:val="left" w:pos="1134"/>
        </w:tabs>
      </w:pPr>
      <w:r>
        <w:t>S pozdravem</w:t>
      </w:r>
    </w:p>
    <w:p w:rsidR="00DB395E" w:rsidRDefault="00DB395E">
      <w:pPr>
        <w:tabs>
          <w:tab w:val="left" w:pos="1134"/>
        </w:tabs>
      </w:pPr>
    </w:p>
    <w:p w:rsidR="00DB395E" w:rsidRDefault="00DB395E">
      <w:pPr>
        <w:pStyle w:val="Zhlav"/>
        <w:tabs>
          <w:tab w:val="clear" w:pos="4536"/>
          <w:tab w:val="clear" w:pos="9072"/>
          <w:tab w:val="left" w:pos="1134"/>
        </w:tabs>
      </w:pPr>
    </w:p>
    <w:p w:rsidR="00DB395E" w:rsidRDefault="00DB395E"/>
    <w:p w:rsidR="00DB395E" w:rsidRDefault="00DB395E"/>
    <w:p w:rsidR="00DB395E" w:rsidRDefault="00DB395E">
      <w:pPr>
        <w:pStyle w:val="Zhlav"/>
        <w:tabs>
          <w:tab w:val="clear" w:pos="4536"/>
          <w:tab w:val="clear" w:pos="9072"/>
        </w:tabs>
        <w:rPr>
          <w:i/>
          <w:iCs/>
        </w:rPr>
      </w:pPr>
      <w:r>
        <w:rPr>
          <w:i/>
          <w:iCs/>
        </w:rPr>
        <w:t>Jméno a příjmení</w:t>
      </w:r>
    </w:p>
    <w:p w:rsidR="00592757" w:rsidRDefault="00DB395E">
      <w:pPr>
        <w:pStyle w:val="Zhlav"/>
        <w:tabs>
          <w:tab w:val="clear" w:pos="4536"/>
          <w:tab w:val="clear" w:pos="9072"/>
        </w:tabs>
      </w:pPr>
      <w:r>
        <w:t>tajemník konkurzní komise</w:t>
      </w:r>
    </w:p>
    <w:p w:rsidR="00DB395E" w:rsidRPr="00592757" w:rsidRDefault="00DB395E">
      <w:pPr>
        <w:pStyle w:val="Zhlav"/>
        <w:tabs>
          <w:tab w:val="clear" w:pos="4536"/>
          <w:tab w:val="clear" w:pos="9072"/>
        </w:tabs>
      </w:pPr>
      <w:r>
        <w:rPr>
          <w:i/>
          <w:iCs/>
        </w:rPr>
        <w:t>adresa</w:t>
      </w:r>
    </w:p>
    <w:p w:rsidR="00DB395E" w:rsidRDefault="00DB395E"/>
    <w:p w:rsidR="00DB395E" w:rsidRDefault="00DB395E"/>
    <w:p w:rsidR="00DB395E" w:rsidRDefault="00DB395E"/>
    <w:p w:rsidR="00DB395E" w:rsidRDefault="00DB395E"/>
    <w:p w:rsidR="00DB395E" w:rsidRDefault="00DB395E">
      <w:r>
        <w:rPr>
          <w:b/>
          <w:bCs/>
          <w:u w:val="single"/>
        </w:rPr>
        <w:t>Příloha:</w:t>
      </w:r>
      <w:r>
        <w:t xml:space="preserve"> </w:t>
      </w:r>
    </w:p>
    <w:p w:rsidR="00DB395E" w:rsidRDefault="00DB395E">
      <w:r>
        <w:t xml:space="preserve">Jmenování     </w:t>
      </w:r>
    </w:p>
    <w:p w:rsidR="00DB395E" w:rsidRDefault="00DB395E"/>
    <w:sectPr w:rsidR="00DB395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996" w:rsidRDefault="009D4996">
      <w:r>
        <w:separator/>
      </w:r>
    </w:p>
  </w:endnote>
  <w:endnote w:type="continuationSeparator" w:id="0">
    <w:p w:rsidR="009D4996" w:rsidRDefault="009D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95E" w:rsidRDefault="00592757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DB395E" w:rsidRDefault="00DB395E">
    <w:pPr>
      <w:pStyle w:val="Zpat"/>
      <w:tabs>
        <w:tab w:val="clear" w:pos="4536"/>
        <w:tab w:val="left" w:pos="3402"/>
        <w:tab w:val="left" w:pos="6804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  <w:p w:rsidR="00DB395E" w:rsidRDefault="00DB395E">
    <w:pPr>
      <w:pStyle w:val="Zpat"/>
      <w:tabs>
        <w:tab w:val="clear" w:pos="4536"/>
        <w:tab w:val="left" w:pos="3402"/>
        <w:tab w:val="left" w:pos="6804"/>
        <w:tab w:val="left" w:pos="6946"/>
      </w:tabs>
    </w:pPr>
    <w:r>
      <w:rPr>
        <w:sz w:val="20"/>
        <w:szCs w:val="20"/>
      </w:rPr>
      <w:t>048 / 510 18 72</w:t>
    </w:r>
    <w:r>
      <w:rPr>
        <w:sz w:val="20"/>
        <w:szCs w:val="20"/>
      </w:rPr>
      <w:tab/>
      <w:t xml:space="preserve">048 / 510 32 00             </w:t>
    </w:r>
    <w:r>
      <w:rPr>
        <w:sz w:val="20"/>
        <w:szCs w:val="20"/>
      </w:rPr>
      <w:tab/>
      <w:t>mechurova@sulib.edulib.cz</w:t>
    </w:r>
    <w:r>
      <w:rPr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95E" w:rsidRDefault="00592757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6" style="width:0;height:1.5pt" o:hralign="center" o:hrstd="t" o:hr="t" fillcolor="gray" stroked="f"/>
      </w:pict>
    </w:r>
  </w:p>
  <w:p w:rsidR="00DB395E" w:rsidRDefault="00DB395E">
    <w:pPr>
      <w:pStyle w:val="Zpat"/>
      <w:tabs>
        <w:tab w:val="clear" w:pos="4536"/>
        <w:tab w:val="left" w:pos="3402"/>
        <w:tab w:val="left" w:pos="6804"/>
        <w:tab w:val="left" w:pos="6946"/>
      </w:tabs>
      <w:rPr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996" w:rsidRDefault="009D4996">
      <w:r>
        <w:separator/>
      </w:r>
    </w:p>
  </w:footnote>
  <w:footnote w:type="continuationSeparator" w:id="0">
    <w:p w:rsidR="009D4996" w:rsidRDefault="009D4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95E" w:rsidRDefault="00DB395E">
    <w:pPr>
      <w:jc w:val="center"/>
      <w:rPr>
        <w:b/>
        <w:bCs/>
        <w:caps/>
        <w:color w:val="0000FF"/>
        <w:spacing w:val="40"/>
        <w:sz w:val="36"/>
        <w:szCs w:val="36"/>
      </w:rPr>
    </w:pPr>
    <w:r>
      <w:rPr>
        <w:b/>
        <w:bCs/>
        <w:caps/>
        <w:color w:val="0000FF"/>
        <w:spacing w:val="40"/>
        <w:sz w:val="36"/>
        <w:szCs w:val="36"/>
      </w:rPr>
      <w:t>Krajský úřad LibereckÉHO kraje</w:t>
    </w:r>
  </w:p>
  <w:p w:rsidR="00DB395E" w:rsidRDefault="00DB395E">
    <w:pPr>
      <w:jc w:val="center"/>
    </w:pPr>
    <w:r>
      <w:t>U Jezu 642/2a, Liberec 1, 460 01</w:t>
    </w:r>
  </w:p>
  <w:p w:rsidR="00DB395E" w:rsidRDefault="00DB395E">
    <w:pPr>
      <w:pBdr>
        <w:bottom w:val="thickThinSmallGap" w:sz="24" w:space="5" w:color="auto"/>
      </w:pBdr>
      <w:jc w:val="center"/>
    </w:pPr>
    <w:r>
      <w:t>Odbor školství a mládeže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95E" w:rsidRDefault="00DB395E">
    <w:pPr>
      <w:pStyle w:val="Zhlav"/>
    </w:pPr>
    <w:r>
      <w:t xml:space="preserve">Příloha </w:t>
    </w:r>
    <w:r w:rsidR="00DD43A0"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5E"/>
    <w:rsid w:val="00131C78"/>
    <w:rsid w:val="00276436"/>
    <w:rsid w:val="002B6E78"/>
    <w:rsid w:val="002E19BC"/>
    <w:rsid w:val="00362DDC"/>
    <w:rsid w:val="00592757"/>
    <w:rsid w:val="005E7152"/>
    <w:rsid w:val="00722964"/>
    <w:rsid w:val="009D4996"/>
    <w:rsid w:val="00BC3AAE"/>
    <w:rsid w:val="00D104C1"/>
    <w:rsid w:val="00DB395E"/>
    <w:rsid w:val="00DD43A0"/>
    <w:rsid w:val="00FE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  <w14:docId w14:val="76A6CB35"/>
  <w14:defaultImageDpi w14:val="0"/>
  <w15:docId w15:val="{67FC6B71-854B-4E1A-9FB4-4C6ABD3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K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8</TotalTime>
  <Pages>1</Pages>
  <Words>105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</vt:lpstr>
    </vt:vector>
  </TitlesOfParts>
  <Company>SU Liberec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</dc:title>
  <dc:subject/>
  <dc:creator>Trpkošová Eva</dc:creator>
  <cp:keywords/>
  <dc:description/>
  <cp:lastModifiedBy>Trpkošová Eva</cp:lastModifiedBy>
  <cp:revision>4</cp:revision>
  <cp:lastPrinted>2002-05-27T11:18:00Z</cp:lastPrinted>
  <dcterms:created xsi:type="dcterms:W3CDTF">2019-04-30T09:09:00Z</dcterms:created>
  <dcterms:modified xsi:type="dcterms:W3CDTF">2019-07-08T06:35:00Z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-94835263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569693187</vt:i4>
  </property>
  <property fmtid="{D5CDD505-2E9C-101B-9397-08002B2CF9AE}" pid="7" name="_ReviewingToolsShownOnce">
    <vt:lpwstr/>
  </property>
</Properties>
</file>