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0C2" w:rsidRDefault="00BB30C2">
      <w:pPr>
        <w:pStyle w:val="Nzev"/>
        <w:rPr>
          <w:i/>
          <w:iCs/>
        </w:rPr>
      </w:pPr>
      <w:r>
        <w:rPr>
          <w:i/>
          <w:iCs/>
        </w:rPr>
        <w:t>ZŘ I Z O V A T E L – O B E C</w:t>
      </w:r>
    </w:p>
    <w:p w:rsidR="00BB30C2" w:rsidRDefault="00BB30C2">
      <w:pPr>
        <w:pStyle w:val="Podnadpis"/>
        <w:rPr>
          <w:i/>
          <w:iCs/>
        </w:rPr>
      </w:pPr>
      <w:r>
        <w:rPr>
          <w:i/>
          <w:iCs/>
        </w:rPr>
        <w:t>adresa zřizovatele</w:t>
      </w:r>
    </w:p>
    <w:p w:rsidR="00BB30C2" w:rsidRDefault="00BB30C2">
      <w:pPr>
        <w:pStyle w:val="Zhlav"/>
      </w:pPr>
    </w:p>
    <w:p w:rsidR="00BB30C2" w:rsidRDefault="00BB30C2">
      <w:pPr>
        <w:pStyle w:val="Zhlav"/>
        <w:tabs>
          <w:tab w:val="clear" w:pos="4536"/>
          <w:tab w:val="clear" w:pos="9072"/>
        </w:tabs>
      </w:pPr>
    </w:p>
    <w:p w:rsidR="00BB30C2" w:rsidRDefault="00BB30C2">
      <w:pPr>
        <w:pStyle w:val="Nadpis5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</w:rPr>
        <w:t xml:space="preserve">ZÁPIS </w:t>
      </w:r>
    </w:p>
    <w:p w:rsidR="00BB30C2" w:rsidRPr="00621514" w:rsidRDefault="00BB30C2" w:rsidP="00621514">
      <w:pPr>
        <w:pStyle w:val="Nadpis1"/>
        <w:pBdr>
          <w:bottom w:val="single" w:sz="4" w:space="1" w:color="auto"/>
        </w:pBdr>
        <w:rPr>
          <w:rFonts w:ascii="Times New Roman" w:hAnsi="Times New Roman" w:cs="Times New Roman"/>
          <w:b w:val="0"/>
          <w:bCs w:val="0"/>
          <w:i/>
          <w:iCs/>
        </w:rPr>
      </w:pPr>
      <w:r w:rsidRPr="00287013">
        <w:rPr>
          <w:rFonts w:ascii="Times New Roman" w:hAnsi="Times New Roman" w:cs="Times New Roman"/>
        </w:rPr>
        <w:t xml:space="preserve">z jednání konkurzní komise </w:t>
      </w:r>
      <w:r w:rsidR="00621514">
        <w:rPr>
          <w:rFonts w:ascii="Times New Roman" w:hAnsi="Times New Roman" w:cs="Times New Roman"/>
        </w:rPr>
        <w:t>pro</w:t>
      </w:r>
      <w:r w:rsidR="00287013" w:rsidRPr="00287013">
        <w:rPr>
          <w:rFonts w:ascii="Times New Roman" w:hAnsi="Times New Roman" w:cs="Times New Roman"/>
        </w:rPr>
        <w:t xml:space="preserve"> konkurzní řízení </w:t>
      </w:r>
      <w:r w:rsidRPr="00287013">
        <w:rPr>
          <w:rFonts w:ascii="Times New Roman" w:hAnsi="Times New Roman" w:cs="Times New Roman"/>
        </w:rPr>
        <w:t xml:space="preserve">na </w:t>
      </w:r>
      <w:r w:rsidR="00AE5ECD" w:rsidRPr="00287013">
        <w:rPr>
          <w:rFonts w:ascii="Times New Roman" w:hAnsi="Times New Roman" w:cs="Times New Roman"/>
        </w:rPr>
        <w:t>vedoucí pracovní místo ř</w:t>
      </w:r>
      <w:r w:rsidRPr="00287013">
        <w:rPr>
          <w:rFonts w:ascii="Times New Roman" w:hAnsi="Times New Roman" w:cs="Times New Roman"/>
        </w:rPr>
        <w:t>editele</w:t>
      </w:r>
      <w:r w:rsidR="00F042D5" w:rsidRPr="00287013">
        <w:rPr>
          <w:rFonts w:ascii="Times New Roman" w:hAnsi="Times New Roman" w:cs="Times New Roman"/>
        </w:rPr>
        <w:t>/ředitelky</w:t>
      </w:r>
      <w:r w:rsidR="00621514">
        <w:rPr>
          <w:rFonts w:ascii="Times New Roman" w:hAnsi="Times New Roman" w:cs="Times New Roman"/>
        </w:rPr>
        <w:t xml:space="preserve"> </w:t>
      </w:r>
      <w:r w:rsidRPr="00621514">
        <w:rPr>
          <w:rFonts w:ascii="Times New Roman" w:hAnsi="Times New Roman" w:cs="Times New Roman"/>
          <w:i/>
        </w:rPr>
        <w:t>„školy“</w:t>
      </w:r>
      <w:r w:rsidRPr="00287013">
        <w:rPr>
          <w:rFonts w:ascii="Times New Roman" w:hAnsi="Times New Roman" w:cs="Times New Roman"/>
        </w:rPr>
        <w:t xml:space="preserve"> </w:t>
      </w:r>
      <w:r w:rsidRPr="00621514">
        <w:rPr>
          <w:rFonts w:ascii="Times New Roman" w:hAnsi="Times New Roman" w:cs="Times New Roman"/>
          <w:b w:val="0"/>
          <w:i/>
          <w:iCs/>
          <w:sz w:val="24"/>
          <w:szCs w:val="24"/>
        </w:rPr>
        <w:t>/uvede se</w:t>
      </w:r>
      <w:r w:rsidR="00621514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621514">
        <w:rPr>
          <w:rFonts w:ascii="Times New Roman" w:hAnsi="Times New Roman" w:cs="Times New Roman"/>
          <w:b w:val="0"/>
          <w:i/>
          <w:iCs/>
          <w:sz w:val="24"/>
          <w:szCs w:val="24"/>
        </w:rPr>
        <w:t>název</w:t>
      </w:r>
      <w:r w:rsidR="00681F3A" w:rsidRPr="00621514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a sídlo právnické osoby vykonávající činnost </w:t>
      </w:r>
      <w:r w:rsidR="00F042D5" w:rsidRPr="00621514">
        <w:rPr>
          <w:rFonts w:ascii="Times New Roman" w:hAnsi="Times New Roman" w:cs="Times New Roman"/>
          <w:b w:val="0"/>
          <w:i/>
          <w:iCs/>
          <w:sz w:val="24"/>
          <w:szCs w:val="24"/>
        </w:rPr>
        <w:t>školy dle</w:t>
      </w:r>
      <w:r w:rsidRPr="00621514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zřizovací listiny/</w:t>
      </w:r>
    </w:p>
    <w:p w:rsidR="00BB30C2" w:rsidRDefault="00BB30C2" w:rsidP="00287013"/>
    <w:p w:rsidR="00BB30C2" w:rsidRDefault="00BB30C2">
      <w:pPr>
        <w:rPr>
          <w:i/>
          <w:iCs/>
        </w:rPr>
      </w:pPr>
      <w:r>
        <w:t>Místo jednání:</w:t>
      </w:r>
      <w:r>
        <w:tab/>
      </w:r>
      <w:r>
        <w:tab/>
      </w:r>
      <w:r>
        <w:rPr>
          <w:i/>
          <w:iCs/>
        </w:rPr>
        <w:t>/uvede se místo jednání konkurzní komise/</w:t>
      </w:r>
    </w:p>
    <w:p w:rsidR="00BB30C2" w:rsidRDefault="00BB30C2">
      <w:pPr>
        <w:rPr>
          <w:i/>
          <w:iCs/>
        </w:rPr>
      </w:pPr>
      <w:r>
        <w:t>Termín jednání:</w:t>
      </w:r>
      <w:r>
        <w:rPr>
          <w:i/>
          <w:iCs/>
        </w:rPr>
        <w:tab/>
        <w:t>/uvede se datum a hodina jednání konkurzní komise/</w:t>
      </w:r>
    </w:p>
    <w:p w:rsidR="00BB30C2" w:rsidRDefault="00BB30C2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BB30C2" w:rsidRPr="00681F3A" w:rsidRDefault="00BB30C2">
      <w:pPr>
        <w:pStyle w:val="Zkladntex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81F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Přítomni: </w:t>
      </w:r>
    </w:p>
    <w:p w:rsidR="00BB30C2" w:rsidRDefault="00BB30C2">
      <w:pPr>
        <w:pStyle w:val="Zkladntext"/>
        <w:rPr>
          <w:rFonts w:ascii="Times New Roman" w:hAnsi="Times New Roman" w:cs="Times New Roman"/>
          <w:i/>
          <w:iCs/>
          <w:sz w:val="24"/>
          <w:szCs w:val="24"/>
        </w:rPr>
      </w:pPr>
      <w:r w:rsidRPr="00681F3A">
        <w:rPr>
          <w:rFonts w:ascii="Times New Roman" w:hAnsi="Times New Roman" w:cs="Times New Roman"/>
          <w:b/>
          <w:i/>
          <w:iCs/>
          <w:sz w:val="24"/>
          <w:szCs w:val="24"/>
        </w:rPr>
        <w:t>Jméno a příjmení</w:t>
      </w:r>
      <w:r>
        <w:rPr>
          <w:rFonts w:ascii="Times New Roman" w:hAnsi="Times New Roman" w:cs="Times New Roman"/>
          <w:i/>
          <w:iCs/>
          <w:sz w:val="24"/>
          <w:szCs w:val="24"/>
        </w:rPr>
        <w:t>, adresa organizace – zástupce zřizovatele</w:t>
      </w:r>
    </w:p>
    <w:p w:rsidR="00BB30C2" w:rsidRDefault="00BB30C2" w:rsidP="00BB30C2">
      <w:pPr>
        <w:pStyle w:val="Zkladntext"/>
        <w:rPr>
          <w:rFonts w:ascii="Times New Roman" w:hAnsi="Times New Roman" w:cs="Times New Roman"/>
          <w:i/>
          <w:iCs/>
          <w:sz w:val="24"/>
          <w:szCs w:val="24"/>
        </w:rPr>
      </w:pPr>
      <w:r w:rsidRPr="00681F3A">
        <w:rPr>
          <w:rFonts w:ascii="Times New Roman" w:hAnsi="Times New Roman" w:cs="Times New Roman"/>
          <w:b/>
          <w:i/>
          <w:iCs/>
          <w:sz w:val="24"/>
          <w:szCs w:val="24"/>
        </w:rPr>
        <w:t>Jméno a příjmení</w:t>
      </w:r>
      <w:r>
        <w:rPr>
          <w:rFonts w:ascii="Times New Roman" w:hAnsi="Times New Roman" w:cs="Times New Roman"/>
          <w:i/>
          <w:iCs/>
          <w:sz w:val="24"/>
          <w:szCs w:val="24"/>
        </w:rPr>
        <w:t>, adresa organizace – zástupce zřizovatele</w:t>
      </w:r>
    </w:p>
    <w:p w:rsidR="00BB30C2" w:rsidRPr="00BB30C2" w:rsidRDefault="00BB30C2">
      <w:pPr>
        <w:pStyle w:val="Zkladntext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681F3A">
        <w:rPr>
          <w:rFonts w:ascii="Times New Roman" w:hAnsi="Times New Roman" w:cs="Times New Roman"/>
          <w:b/>
          <w:i/>
          <w:iCs/>
          <w:sz w:val="24"/>
          <w:szCs w:val="24"/>
        </w:rPr>
        <w:t>Jméno a příjmení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adresa organizace – zástupce KÚ LK </w:t>
      </w:r>
      <w:r w:rsidRPr="00BB30C2">
        <w:rPr>
          <w:rFonts w:ascii="Times New Roman" w:hAnsi="Times New Roman" w:cs="Times New Roman"/>
          <w:i/>
          <w:iCs/>
          <w:color w:val="FF0000"/>
          <w:sz w:val="24"/>
          <w:szCs w:val="24"/>
        </w:rPr>
        <w:t>(určen ředitelem krajského úřadu)</w:t>
      </w:r>
    </w:p>
    <w:p w:rsidR="00BB30C2" w:rsidRDefault="00BB30C2">
      <w:pPr>
        <w:pStyle w:val="Zkladntext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681F3A">
        <w:rPr>
          <w:rFonts w:ascii="Times New Roman" w:hAnsi="Times New Roman" w:cs="Times New Roman"/>
          <w:b/>
          <w:i/>
          <w:iCs/>
          <w:sz w:val="24"/>
          <w:szCs w:val="24"/>
        </w:rPr>
        <w:t>Jméno a příjmení</w:t>
      </w:r>
      <w:r>
        <w:rPr>
          <w:rFonts w:ascii="Times New Roman" w:hAnsi="Times New Roman" w:cs="Times New Roman"/>
          <w:i/>
          <w:iCs/>
          <w:sz w:val="24"/>
          <w:szCs w:val="24"/>
        </w:rPr>
        <w:t>, adresa organizace – odborník v oblasti státní správy</w:t>
      </w:r>
      <w:r w:rsidR="00681F3A">
        <w:rPr>
          <w:rFonts w:ascii="Times New Roman" w:hAnsi="Times New Roman" w:cs="Times New Roman"/>
          <w:i/>
          <w:iCs/>
          <w:sz w:val="24"/>
          <w:szCs w:val="24"/>
        </w:rPr>
        <w:t xml:space="preserve">, organizace a řízení ve školství podle druhu a typu příslušné školy nebo školského zařízení </w:t>
      </w:r>
      <w:r w:rsidR="00681F3A" w:rsidRPr="00681F3A">
        <w:rPr>
          <w:rFonts w:ascii="Times New Roman" w:hAnsi="Times New Roman" w:cs="Times New Roman"/>
          <w:i/>
          <w:iCs/>
          <w:color w:val="FF0000"/>
          <w:sz w:val="24"/>
          <w:szCs w:val="24"/>
        </w:rPr>
        <w:t>(určen Č</w:t>
      </w:r>
      <w:r w:rsidR="00681F3A">
        <w:rPr>
          <w:rFonts w:ascii="Times New Roman" w:hAnsi="Times New Roman" w:cs="Times New Roman"/>
          <w:i/>
          <w:iCs/>
          <w:color w:val="FF0000"/>
          <w:sz w:val="24"/>
          <w:szCs w:val="24"/>
        </w:rPr>
        <w:t>ŠI</w:t>
      </w:r>
      <w:r w:rsidR="00681F3A" w:rsidRPr="00681F3A">
        <w:rPr>
          <w:rFonts w:ascii="Times New Roman" w:hAnsi="Times New Roman" w:cs="Times New Roman"/>
          <w:i/>
          <w:iCs/>
          <w:color w:val="FF0000"/>
          <w:sz w:val="24"/>
          <w:szCs w:val="24"/>
        </w:rPr>
        <w:t>)</w:t>
      </w:r>
    </w:p>
    <w:p w:rsidR="00681F3A" w:rsidRPr="00681F3A" w:rsidRDefault="00681F3A" w:rsidP="00681F3A">
      <w:pPr>
        <w:rPr>
          <w:i/>
          <w:iCs/>
          <w:color w:val="FF0000"/>
        </w:rPr>
      </w:pPr>
      <w:r w:rsidRPr="00681F3A">
        <w:rPr>
          <w:b/>
          <w:i/>
          <w:iCs/>
        </w:rPr>
        <w:t>Jméno a příjmení</w:t>
      </w:r>
      <w:r w:rsidRPr="00681F3A">
        <w:rPr>
          <w:i/>
          <w:iCs/>
        </w:rPr>
        <w:t xml:space="preserve">, adresa organizace – </w:t>
      </w:r>
      <w:r>
        <w:rPr>
          <w:i/>
          <w:iCs/>
        </w:rPr>
        <w:t xml:space="preserve">personalista (nebo </w:t>
      </w:r>
      <w:proofErr w:type="gramStart"/>
      <w:r>
        <w:rPr>
          <w:i/>
          <w:iCs/>
        </w:rPr>
        <w:t>psycholog)</w:t>
      </w:r>
      <w:r w:rsidRPr="00681F3A">
        <w:rPr>
          <w:i/>
          <w:iCs/>
        </w:rPr>
        <w:t xml:space="preserve"> </w:t>
      </w:r>
      <w:r w:rsidRPr="00681F3A">
        <w:rPr>
          <w:i/>
          <w:iCs/>
          <w:color w:val="FF0000"/>
        </w:rPr>
        <w:t>(určen</w:t>
      </w:r>
      <w:proofErr w:type="gramEnd"/>
      <w:r w:rsidRPr="00681F3A">
        <w:rPr>
          <w:i/>
          <w:iCs/>
          <w:color w:val="FF0000"/>
        </w:rPr>
        <w:t xml:space="preserve"> </w:t>
      </w:r>
      <w:r>
        <w:rPr>
          <w:i/>
          <w:iCs/>
          <w:color w:val="FF0000"/>
        </w:rPr>
        <w:t>ČŠI</w:t>
      </w:r>
      <w:r w:rsidRPr="00681F3A">
        <w:rPr>
          <w:i/>
          <w:iCs/>
          <w:color w:val="FF0000"/>
        </w:rPr>
        <w:t>)</w:t>
      </w:r>
    </w:p>
    <w:p w:rsidR="00BB30C2" w:rsidRDefault="00BB30C2" w:rsidP="00BB30C2">
      <w:pPr>
        <w:pStyle w:val="Zkladntext"/>
        <w:rPr>
          <w:rFonts w:ascii="Times New Roman" w:hAnsi="Times New Roman" w:cs="Times New Roman"/>
          <w:i/>
          <w:iCs/>
          <w:sz w:val="24"/>
          <w:szCs w:val="24"/>
        </w:rPr>
      </w:pPr>
      <w:r w:rsidRPr="00681F3A">
        <w:rPr>
          <w:rFonts w:ascii="Times New Roman" w:hAnsi="Times New Roman" w:cs="Times New Roman"/>
          <w:b/>
          <w:i/>
          <w:iCs/>
          <w:sz w:val="24"/>
          <w:szCs w:val="24"/>
        </w:rPr>
        <w:t>Jméno a příjmení</w:t>
      </w:r>
      <w:r>
        <w:rPr>
          <w:rFonts w:ascii="Times New Roman" w:hAnsi="Times New Roman" w:cs="Times New Roman"/>
          <w:i/>
          <w:iCs/>
          <w:sz w:val="24"/>
          <w:szCs w:val="24"/>
        </w:rPr>
        <w:t>, adresa organizace – zástupce pedagog</w:t>
      </w:r>
      <w:r w:rsidR="00FE7B6B">
        <w:rPr>
          <w:rFonts w:ascii="Times New Roman" w:hAnsi="Times New Roman" w:cs="Times New Roman"/>
          <w:i/>
          <w:iCs/>
          <w:sz w:val="24"/>
          <w:szCs w:val="24"/>
        </w:rPr>
        <w:t>ických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pracovníků školy</w:t>
      </w:r>
    </w:p>
    <w:p w:rsidR="00BB30C2" w:rsidRDefault="00BB30C2">
      <w:pPr>
        <w:pStyle w:val="Zkladntext"/>
        <w:rPr>
          <w:rFonts w:ascii="Times New Roman" w:hAnsi="Times New Roman" w:cs="Times New Roman"/>
          <w:i/>
          <w:iCs/>
          <w:sz w:val="24"/>
          <w:szCs w:val="24"/>
        </w:rPr>
      </w:pPr>
      <w:r w:rsidRPr="00681F3A">
        <w:rPr>
          <w:rFonts w:ascii="Times New Roman" w:hAnsi="Times New Roman" w:cs="Times New Roman"/>
          <w:b/>
          <w:i/>
          <w:iCs/>
          <w:sz w:val="24"/>
          <w:szCs w:val="24"/>
        </w:rPr>
        <w:t>Jméno a příjmení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adresa organizace – </w:t>
      </w:r>
      <w:r w:rsidR="00681F3A">
        <w:rPr>
          <w:rFonts w:ascii="Times New Roman" w:hAnsi="Times New Roman" w:cs="Times New Roman"/>
          <w:i/>
          <w:iCs/>
          <w:sz w:val="24"/>
          <w:szCs w:val="24"/>
        </w:rPr>
        <w:t>školní inspektor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ČŠI </w:t>
      </w:r>
      <w:r w:rsidR="00E411E2" w:rsidRPr="00E411E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(určen ředitelem </w:t>
      </w:r>
      <w:r w:rsidR="00F042D5">
        <w:rPr>
          <w:rFonts w:ascii="Times New Roman" w:hAnsi="Times New Roman" w:cs="Times New Roman"/>
          <w:i/>
          <w:iCs/>
          <w:color w:val="FF0000"/>
          <w:sz w:val="24"/>
          <w:szCs w:val="24"/>
        </w:rPr>
        <w:t>Č</w:t>
      </w:r>
      <w:r w:rsidR="00E411E2" w:rsidRPr="00E411E2">
        <w:rPr>
          <w:rFonts w:ascii="Times New Roman" w:hAnsi="Times New Roman" w:cs="Times New Roman"/>
          <w:i/>
          <w:iCs/>
          <w:color w:val="FF0000"/>
          <w:sz w:val="24"/>
          <w:szCs w:val="24"/>
        </w:rPr>
        <w:t>ŠI)</w:t>
      </w:r>
    </w:p>
    <w:p w:rsidR="00E93019" w:rsidRDefault="00E93019">
      <w:pPr>
        <w:pStyle w:val="Zkladntext"/>
        <w:rPr>
          <w:rFonts w:ascii="Times New Roman" w:hAnsi="Times New Roman" w:cs="Times New Roman"/>
          <w:i/>
          <w:iCs/>
          <w:sz w:val="24"/>
          <w:szCs w:val="24"/>
        </w:rPr>
      </w:pPr>
      <w:r w:rsidRPr="00681F3A">
        <w:rPr>
          <w:rFonts w:ascii="Times New Roman" w:hAnsi="Times New Roman" w:cs="Times New Roman"/>
          <w:b/>
          <w:i/>
          <w:iCs/>
          <w:sz w:val="24"/>
          <w:szCs w:val="24"/>
        </w:rPr>
        <w:t>Jméno a příjmení</w:t>
      </w:r>
      <w:r>
        <w:rPr>
          <w:rFonts w:ascii="Times New Roman" w:hAnsi="Times New Roman" w:cs="Times New Roman"/>
          <w:i/>
          <w:iCs/>
          <w:sz w:val="24"/>
          <w:szCs w:val="24"/>
        </w:rPr>
        <w:t>, adresa organizace – zástupce školské rady</w:t>
      </w:r>
    </w:p>
    <w:p w:rsidR="00681F3A" w:rsidRDefault="00681F3A" w:rsidP="00681F3A">
      <w:pPr>
        <w:pStyle w:val="Zkladntex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</w:p>
    <w:p w:rsidR="00681F3A" w:rsidRDefault="00681F3A" w:rsidP="00681F3A">
      <w:pPr>
        <w:pStyle w:val="Zkladntext"/>
        <w:rPr>
          <w:rFonts w:ascii="Times New Roman" w:hAnsi="Times New Roman" w:cs="Times New Roman"/>
          <w:i/>
          <w:iCs/>
          <w:sz w:val="24"/>
          <w:szCs w:val="24"/>
        </w:rPr>
      </w:pPr>
      <w:r w:rsidRPr="00681F3A">
        <w:rPr>
          <w:rFonts w:ascii="Times New Roman" w:hAnsi="Times New Roman" w:cs="Times New Roman"/>
          <w:b/>
          <w:i/>
          <w:iCs/>
          <w:sz w:val="24"/>
          <w:szCs w:val="24"/>
        </w:rPr>
        <w:t>Jméno a příjmení</w:t>
      </w:r>
      <w:r>
        <w:rPr>
          <w:rFonts w:ascii="Times New Roman" w:hAnsi="Times New Roman" w:cs="Times New Roman"/>
          <w:i/>
          <w:iCs/>
          <w:sz w:val="24"/>
          <w:szCs w:val="24"/>
        </w:rPr>
        <w:t>, adresa organizace – přizvaný odborník</w:t>
      </w:r>
    </w:p>
    <w:p w:rsidR="00BB30C2" w:rsidRDefault="00BB30C2">
      <w:pPr>
        <w:pStyle w:val="Zkladntext"/>
        <w:rPr>
          <w:rFonts w:ascii="Times New Roman" w:hAnsi="Times New Roman" w:cs="Times New Roman"/>
          <w:i/>
          <w:iCs/>
          <w:sz w:val="24"/>
          <w:szCs w:val="24"/>
        </w:rPr>
      </w:pPr>
      <w:r w:rsidRPr="00681F3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Jméno a </w:t>
      </w:r>
      <w:proofErr w:type="gramStart"/>
      <w:r w:rsidRPr="00681F3A">
        <w:rPr>
          <w:rFonts w:ascii="Times New Roman" w:hAnsi="Times New Roman" w:cs="Times New Roman"/>
          <w:b/>
          <w:i/>
          <w:iCs/>
          <w:sz w:val="24"/>
          <w:szCs w:val="24"/>
        </w:rPr>
        <w:t>příjmení</w:t>
      </w:r>
      <w:r>
        <w:rPr>
          <w:rFonts w:ascii="Times New Roman" w:hAnsi="Times New Roman" w:cs="Times New Roman"/>
          <w:i/>
          <w:iCs/>
          <w:sz w:val="24"/>
          <w:szCs w:val="24"/>
        </w:rPr>
        <w:t>,  – tajemník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konkurzní komise</w:t>
      </w:r>
    </w:p>
    <w:p w:rsidR="00E411E2" w:rsidRDefault="00E411E2">
      <w:pPr>
        <w:spacing w:before="60"/>
        <w:rPr>
          <w:b/>
          <w:bCs/>
        </w:rPr>
      </w:pPr>
    </w:p>
    <w:p w:rsidR="00E411E2" w:rsidRPr="00681F3A" w:rsidRDefault="00E411E2">
      <w:pPr>
        <w:spacing w:before="60"/>
        <w:rPr>
          <w:b/>
          <w:bCs/>
          <w:u w:val="single"/>
        </w:rPr>
      </w:pPr>
      <w:r w:rsidRPr="00681F3A">
        <w:rPr>
          <w:b/>
          <w:bCs/>
          <w:u w:val="single"/>
        </w:rPr>
        <w:t>Omluven</w:t>
      </w:r>
      <w:r w:rsidR="00681F3A">
        <w:rPr>
          <w:b/>
          <w:bCs/>
          <w:u w:val="single"/>
        </w:rPr>
        <w:t>i</w:t>
      </w:r>
      <w:r w:rsidRPr="00681F3A">
        <w:rPr>
          <w:b/>
          <w:bCs/>
          <w:u w:val="single"/>
        </w:rPr>
        <w:t>:</w:t>
      </w:r>
    </w:p>
    <w:p w:rsidR="00E411E2" w:rsidRPr="00F042D5" w:rsidRDefault="00E411E2">
      <w:pPr>
        <w:spacing w:before="60"/>
        <w:rPr>
          <w:i/>
          <w:color w:val="FF0000"/>
        </w:rPr>
      </w:pPr>
      <w:r w:rsidRPr="00F042D5">
        <w:rPr>
          <w:i/>
          <w:color w:val="FF0000"/>
        </w:rPr>
        <w:t xml:space="preserve">POZOR – </w:t>
      </w:r>
      <w:r w:rsidR="00F042D5" w:rsidRPr="00F042D5">
        <w:rPr>
          <w:i/>
          <w:color w:val="FF0000"/>
        </w:rPr>
        <w:t xml:space="preserve">K tomu, aby byla komise usnášeníschopná </w:t>
      </w:r>
      <w:proofErr w:type="gramStart"/>
      <w:r w:rsidR="00F042D5" w:rsidRPr="00F042D5">
        <w:rPr>
          <w:i/>
          <w:color w:val="FF0000"/>
        </w:rPr>
        <w:t>je</w:t>
      </w:r>
      <w:proofErr w:type="gramEnd"/>
      <w:r w:rsidR="00F042D5" w:rsidRPr="00F042D5">
        <w:rPr>
          <w:i/>
          <w:color w:val="FF0000"/>
        </w:rPr>
        <w:t xml:space="preserve"> zapotřebí minimálně pě</w:t>
      </w:r>
      <w:r w:rsidRPr="00F042D5">
        <w:rPr>
          <w:i/>
          <w:color w:val="FF0000"/>
        </w:rPr>
        <w:t>t</w:t>
      </w:r>
      <w:r w:rsidR="00F042D5" w:rsidRPr="00F042D5">
        <w:rPr>
          <w:i/>
          <w:color w:val="FF0000"/>
        </w:rPr>
        <w:t xml:space="preserve"> přítomných</w:t>
      </w:r>
      <w:r w:rsidRPr="00F042D5">
        <w:rPr>
          <w:i/>
          <w:color w:val="FF0000"/>
        </w:rPr>
        <w:t xml:space="preserve"> členů komise</w:t>
      </w:r>
      <w:r w:rsidR="00F042D5" w:rsidRPr="00F042D5">
        <w:rPr>
          <w:i/>
          <w:color w:val="FF0000"/>
        </w:rPr>
        <w:t xml:space="preserve">, a to </w:t>
      </w:r>
      <w:r w:rsidR="002958D1" w:rsidRPr="00F042D5">
        <w:rPr>
          <w:i/>
          <w:color w:val="FF0000"/>
        </w:rPr>
        <w:t>včetně předsedy</w:t>
      </w:r>
      <w:r w:rsidR="00F042D5" w:rsidRPr="00F042D5">
        <w:rPr>
          <w:i/>
          <w:color w:val="FF0000"/>
        </w:rPr>
        <w:t>.</w:t>
      </w:r>
    </w:p>
    <w:p w:rsidR="00E411E2" w:rsidRDefault="00E411E2">
      <w:pPr>
        <w:spacing w:before="60"/>
        <w:rPr>
          <w:b/>
          <w:bCs/>
        </w:rPr>
      </w:pPr>
    </w:p>
    <w:p w:rsidR="00BB30C2" w:rsidRDefault="00BB30C2">
      <w:pPr>
        <w:spacing w:before="60"/>
        <w:rPr>
          <w:b/>
          <w:bCs/>
        </w:rPr>
      </w:pPr>
      <w:r>
        <w:rPr>
          <w:b/>
          <w:bCs/>
        </w:rPr>
        <w:t>Konkurzní komise je usnášeníschopná.</w:t>
      </w:r>
    </w:p>
    <w:p w:rsidR="00BB30C2" w:rsidRDefault="00BB30C2"/>
    <w:p w:rsidR="00BB30C2" w:rsidRDefault="00BB30C2" w:rsidP="00681F3A">
      <w:pPr>
        <w:pStyle w:val="Nadpis3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</w:t>
      </w:r>
    </w:p>
    <w:p w:rsidR="00E51234" w:rsidRPr="00370DBA" w:rsidRDefault="00BB30C2" w:rsidP="00370DBA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Činnost a plnění úkolů v souladu s</w:t>
      </w:r>
      <w:r w:rsidR="00D50C54">
        <w:rPr>
          <w:rFonts w:ascii="Times New Roman" w:hAnsi="Times New Roman" w:cs="Times New Roman"/>
          <w:sz w:val="24"/>
          <w:szCs w:val="24"/>
        </w:rPr>
        <w:t xml:space="preserve"> § 4</w:t>
      </w:r>
      <w:r w:rsidR="00B624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 vyhlášk</w:t>
      </w:r>
      <w:r w:rsidR="00D50C54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č. 54/2005 Sb., o náležitostech konkurzního řízení a konkurzních komisích</w:t>
      </w:r>
      <w:r w:rsidR="00681F3A">
        <w:rPr>
          <w:rFonts w:ascii="Times New Roman" w:hAnsi="Times New Roman" w:cs="Times New Roman"/>
          <w:sz w:val="24"/>
          <w:szCs w:val="24"/>
        </w:rPr>
        <w:t>, ve znění pozdějších předpisů</w:t>
      </w:r>
      <w:r w:rsidR="000B5C87">
        <w:rPr>
          <w:rFonts w:ascii="Times New Roman" w:hAnsi="Times New Roman" w:cs="Times New Roman"/>
          <w:sz w:val="24"/>
          <w:szCs w:val="24"/>
        </w:rPr>
        <w:t xml:space="preserve"> (dále jen „vyhlášky</w:t>
      </w:r>
      <w:r w:rsidR="000B5C87" w:rsidRPr="00370DBA">
        <w:rPr>
          <w:rFonts w:ascii="Times New Roman" w:hAnsi="Times New Roman" w:cs="Times New Roman"/>
          <w:sz w:val="24"/>
          <w:szCs w:val="24"/>
        </w:rPr>
        <w:t>“)</w:t>
      </w:r>
      <w:r w:rsidRPr="00370DBA">
        <w:rPr>
          <w:rFonts w:ascii="Times New Roman" w:hAnsi="Times New Roman" w:cs="Times New Roman"/>
          <w:sz w:val="24"/>
          <w:szCs w:val="24"/>
        </w:rPr>
        <w:t xml:space="preserve">. </w:t>
      </w:r>
      <w:r w:rsidR="00370DBA">
        <w:rPr>
          <w:rFonts w:ascii="Times New Roman" w:hAnsi="Times New Roman" w:cs="Times New Roman"/>
          <w:sz w:val="24"/>
          <w:szCs w:val="24"/>
        </w:rPr>
        <w:t>Z</w:t>
      </w:r>
      <w:r w:rsidR="00E51234" w:rsidRPr="00370DBA">
        <w:rPr>
          <w:rFonts w:ascii="Times New Roman" w:hAnsi="Times New Roman" w:cs="Times New Roman"/>
          <w:sz w:val="24"/>
          <w:szCs w:val="24"/>
        </w:rPr>
        <w:t>ástupc</w:t>
      </w:r>
      <w:r w:rsidR="00370DBA">
        <w:rPr>
          <w:rFonts w:ascii="Times New Roman" w:hAnsi="Times New Roman" w:cs="Times New Roman"/>
          <w:sz w:val="24"/>
          <w:szCs w:val="24"/>
        </w:rPr>
        <w:t>i</w:t>
      </w:r>
      <w:r w:rsidR="00E51234" w:rsidRPr="00370DBA">
        <w:rPr>
          <w:rFonts w:ascii="Times New Roman" w:hAnsi="Times New Roman" w:cs="Times New Roman"/>
          <w:sz w:val="24"/>
          <w:szCs w:val="24"/>
        </w:rPr>
        <w:t xml:space="preserve"> pedagogických pracovníků právnické osoby vykonávající činnost školy </w:t>
      </w:r>
      <w:r w:rsidR="00370DBA" w:rsidRPr="00370DBA">
        <w:rPr>
          <w:rFonts w:ascii="Times New Roman" w:hAnsi="Times New Roman" w:cs="Times New Roman"/>
          <w:sz w:val="24"/>
          <w:szCs w:val="24"/>
        </w:rPr>
        <w:t>a školské rady</w:t>
      </w:r>
      <w:r w:rsidR="006348DC" w:rsidRPr="00370DBA">
        <w:rPr>
          <w:rFonts w:ascii="Times New Roman" w:hAnsi="Times New Roman" w:cs="Times New Roman"/>
          <w:sz w:val="24"/>
          <w:szCs w:val="24"/>
        </w:rPr>
        <w:t xml:space="preserve"> byl</w:t>
      </w:r>
      <w:r w:rsidR="00370DBA" w:rsidRPr="00370DBA">
        <w:rPr>
          <w:rFonts w:ascii="Times New Roman" w:hAnsi="Times New Roman" w:cs="Times New Roman"/>
          <w:sz w:val="24"/>
          <w:szCs w:val="24"/>
        </w:rPr>
        <w:t>i</w:t>
      </w:r>
      <w:r w:rsidR="00E51234" w:rsidRPr="00370DBA">
        <w:rPr>
          <w:rFonts w:ascii="Times New Roman" w:hAnsi="Times New Roman" w:cs="Times New Roman"/>
          <w:sz w:val="24"/>
          <w:szCs w:val="24"/>
        </w:rPr>
        <w:t xml:space="preserve"> určen</w:t>
      </w:r>
      <w:r w:rsidR="00370DBA" w:rsidRPr="00370DBA">
        <w:rPr>
          <w:rFonts w:ascii="Times New Roman" w:hAnsi="Times New Roman" w:cs="Times New Roman"/>
          <w:sz w:val="24"/>
          <w:szCs w:val="24"/>
        </w:rPr>
        <w:t>i</w:t>
      </w:r>
      <w:r w:rsidR="00E51234" w:rsidRPr="00370DBA">
        <w:rPr>
          <w:rFonts w:ascii="Times New Roman" w:hAnsi="Times New Roman" w:cs="Times New Roman"/>
          <w:sz w:val="24"/>
          <w:szCs w:val="24"/>
        </w:rPr>
        <w:t xml:space="preserve"> řádnou volbou</w:t>
      </w:r>
      <w:r w:rsidR="00370DBA" w:rsidRPr="00370DBA">
        <w:rPr>
          <w:rFonts w:ascii="Times New Roman" w:hAnsi="Times New Roman" w:cs="Times New Roman"/>
          <w:sz w:val="24"/>
          <w:szCs w:val="24"/>
        </w:rPr>
        <w:t xml:space="preserve"> v souladu s § 2 odst. 3 vyhlášky. </w:t>
      </w:r>
    </w:p>
    <w:p w:rsidR="00E51234" w:rsidRDefault="00E51234" w:rsidP="00287013"/>
    <w:p w:rsidR="00370DBA" w:rsidRDefault="00370DBA" w:rsidP="00287013">
      <w:pPr>
        <w:pStyle w:val="Odstavecseseznamem"/>
        <w:numPr>
          <w:ilvl w:val="0"/>
          <w:numId w:val="28"/>
        </w:numPr>
      </w:pPr>
      <w:r>
        <w:t xml:space="preserve">Konkurzní komise konstatuje, že v termínu </w:t>
      </w:r>
      <w:r w:rsidR="00B6247A">
        <w:t>pro podání přihlášek do …</w:t>
      </w:r>
      <w:r w:rsidR="00B6247A" w:rsidRPr="00287013">
        <w:rPr>
          <w:i/>
        </w:rPr>
        <w:t>(datum a čas uzávěrky)</w:t>
      </w:r>
      <w:proofErr w:type="gramStart"/>
      <w:r w:rsidR="00B6247A" w:rsidRPr="00287013">
        <w:rPr>
          <w:i/>
        </w:rPr>
        <w:t>…..</w:t>
      </w:r>
      <w:r w:rsidR="00E51234">
        <w:t xml:space="preserve"> </w:t>
      </w:r>
      <w:r w:rsidR="00B6247A">
        <w:t>byla</w:t>
      </w:r>
      <w:proofErr w:type="gramEnd"/>
      <w:r w:rsidR="00B6247A">
        <w:t xml:space="preserve"> doručena </w:t>
      </w:r>
      <w:r w:rsidR="00B6247A" w:rsidRPr="00621514">
        <w:t xml:space="preserve">1 </w:t>
      </w:r>
      <w:r w:rsidR="00B6247A" w:rsidRPr="00B6247A">
        <w:t>obálka</w:t>
      </w:r>
      <w:r w:rsidR="00621514">
        <w:t xml:space="preserve"> /</w:t>
      </w:r>
      <w:r w:rsidR="00621514" w:rsidRPr="00621514">
        <w:rPr>
          <w:i/>
        </w:rPr>
        <w:t>dle skutečnosti</w:t>
      </w:r>
      <w:r w:rsidR="00621514">
        <w:t>/</w:t>
      </w:r>
      <w:r w:rsidR="00C304DE">
        <w:t xml:space="preserve">. </w:t>
      </w:r>
      <w:r>
        <w:t>Ke konkurznímu řízení se přihlásili (dle abecedního pořadí):</w:t>
      </w:r>
    </w:p>
    <w:p w:rsidR="00370DBA" w:rsidRDefault="00370DBA" w:rsidP="00370DBA">
      <w:pPr>
        <w:pStyle w:val="Odstavecseseznamem"/>
        <w:numPr>
          <w:ilvl w:val="0"/>
          <w:numId w:val="30"/>
        </w:numPr>
      </w:pPr>
      <w:r>
        <w:t>…</w:t>
      </w:r>
    </w:p>
    <w:p w:rsidR="00370DBA" w:rsidRDefault="00370DBA" w:rsidP="00370DBA">
      <w:pPr>
        <w:pStyle w:val="Odstavecseseznamem"/>
        <w:numPr>
          <w:ilvl w:val="0"/>
          <w:numId w:val="30"/>
        </w:numPr>
      </w:pPr>
      <w:r>
        <w:t>…</w:t>
      </w:r>
    </w:p>
    <w:p w:rsidR="00370DBA" w:rsidRDefault="00370DBA" w:rsidP="00370DBA">
      <w:pPr>
        <w:pStyle w:val="Odstavecseseznamem"/>
        <w:numPr>
          <w:ilvl w:val="0"/>
          <w:numId w:val="30"/>
        </w:numPr>
      </w:pPr>
      <w:r>
        <w:t>…</w:t>
      </w:r>
    </w:p>
    <w:p w:rsidR="00370DBA" w:rsidRDefault="00370DBA" w:rsidP="00370DBA"/>
    <w:p w:rsidR="00224EB8" w:rsidRDefault="00C304DE" w:rsidP="00370DBA">
      <w:r>
        <w:t>Komise</w:t>
      </w:r>
      <w:r w:rsidR="00B6247A">
        <w:t xml:space="preserve"> </w:t>
      </w:r>
      <w:r w:rsidR="00BB30C2" w:rsidRPr="00BE6894">
        <w:t>posoudila,</w:t>
      </w:r>
      <w:r w:rsidR="00BB30C2">
        <w:t xml:space="preserve"> zda přihlášk</w:t>
      </w:r>
      <w:r w:rsidR="00621514">
        <w:t>a uchazeče</w:t>
      </w:r>
      <w:r w:rsidR="00BB30C2">
        <w:t xml:space="preserve"> </w:t>
      </w:r>
      <w:r w:rsidR="000B5C87">
        <w:t>splňuj</w:t>
      </w:r>
      <w:r w:rsidR="00621514">
        <w:t>e</w:t>
      </w:r>
      <w:r w:rsidR="000B5C87">
        <w:t xml:space="preserve"> požadavky dle </w:t>
      </w:r>
      <w:r w:rsidR="00BB30C2">
        <w:t xml:space="preserve">§ </w:t>
      </w:r>
      <w:r w:rsidR="006F1845">
        <w:t>3</w:t>
      </w:r>
      <w:r w:rsidR="000B5C87">
        <w:t xml:space="preserve"> odst. 1</w:t>
      </w:r>
      <w:r w:rsidR="00BB30C2">
        <w:t xml:space="preserve"> písm. b) a d)</w:t>
      </w:r>
      <w:r w:rsidR="00224EB8">
        <w:t xml:space="preserve"> vyhlášky tj., </w:t>
      </w:r>
      <w:proofErr w:type="gramStart"/>
      <w:r w:rsidR="00224EB8">
        <w:t>předpoklady  pro</w:t>
      </w:r>
      <w:proofErr w:type="gramEnd"/>
      <w:r w:rsidR="00224EB8">
        <w:t xml:space="preserve"> výkon činnosti ředitele dle zákona č. 563/2004 Sb., o pedagogických pracovnících, ve znění pozdějších předpisů, a náležitosti podané přihlášky. </w:t>
      </w:r>
    </w:p>
    <w:p w:rsidR="00BB30C2" w:rsidRDefault="00224EB8" w:rsidP="00224EB8">
      <w:pPr>
        <w:pStyle w:val="Odstavecseseznamem"/>
        <w:numPr>
          <w:ilvl w:val="0"/>
          <w:numId w:val="28"/>
        </w:numPr>
      </w:pPr>
      <w:r>
        <w:lastRenderedPageBreak/>
        <w:t>Konkurzní komise se u</w:t>
      </w:r>
      <w:r w:rsidR="00570A65" w:rsidRPr="00BE7809">
        <w:t xml:space="preserve">snesla se, že </w:t>
      </w:r>
      <w:r w:rsidR="00570A65" w:rsidRPr="00224EB8">
        <w:rPr>
          <w:i/>
        </w:rPr>
        <w:t>ne/využije</w:t>
      </w:r>
      <w:r w:rsidR="00570A65" w:rsidRPr="00BE7809">
        <w:t xml:space="preserve"> doplňkové hodnocení</w:t>
      </w:r>
      <w:r>
        <w:t xml:space="preserve">; </w:t>
      </w:r>
      <w:r w:rsidR="00C9040C">
        <w:t>rámcový popis hodnocení: …</w:t>
      </w:r>
      <w:r w:rsidR="00BE7809">
        <w:t xml:space="preserve"> /</w:t>
      </w:r>
      <w:r w:rsidR="00570A65" w:rsidRPr="00224EB8">
        <w:rPr>
          <w:i/>
          <w:highlight w:val="yellow"/>
        </w:rPr>
        <w:t>pokud bylo v oznámení o vyhlášení konkurzního řízení uvedeno</w:t>
      </w:r>
      <w:r w:rsidR="00BE7809" w:rsidRPr="00224EB8">
        <w:rPr>
          <w:i/>
        </w:rPr>
        <w:t>/</w:t>
      </w:r>
      <w:r w:rsidR="00C9040C" w:rsidRPr="00224EB8">
        <w:rPr>
          <w:i/>
        </w:rPr>
        <w:t xml:space="preserve">. </w:t>
      </w:r>
      <w:r w:rsidR="00C9040C">
        <w:t>Dále se usnesla</w:t>
      </w:r>
      <w:r w:rsidR="00C9040C" w:rsidRPr="00B138C0">
        <w:t xml:space="preserve">, </w:t>
      </w:r>
      <w:r w:rsidR="00C9040C">
        <w:t>že</w:t>
      </w:r>
      <w:r w:rsidR="00C9040C" w:rsidRPr="00B138C0">
        <w:t xml:space="preserve"> uchazeč </w:t>
      </w:r>
      <w:r w:rsidR="00954BA2">
        <w:t xml:space="preserve">bude pozván ke konkurzu a </w:t>
      </w:r>
      <w:r w:rsidR="00C9040C" w:rsidRPr="00B138C0">
        <w:t>podrob</w:t>
      </w:r>
      <w:r w:rsidR="00C9040C">
        <w:t>í</w:t>
      </w:r>
      <w:r w:rsidR="00C9040C" w:rsidRPr="00B138C0">
        <w:t xml:space="preserve"> </w:t>
      </w:r>
      <w:r w:rsidR="00954BA2">
        <w:t xml:space="preserve">se </w:t>
      </w:r>
      <w:r w:rsidR="00C9040C" w:rsidRPr="00B138C0">
        <w:t xml:space="preserve">řízenému rozhovoru v době trvání </w:t>
      </w:r>
      <w:r w:rsidR="00C9040C" w:rsidRPr="00224EB8">
        <w:rPr>
          <w:i/>
          <w:iCs/>
        </w:rPr>
        <w:t xml:space="preserve">30 </w:t>
      </w:r>
      <w:r w:rsidR="00C9040C" w:rsidRPr="00224EB8">
        <w:rPr>
          <w:iCs/>
        </w:rPr>
        <w:t>minut</w:t>
      </w:r>
      <w:r w:rsidR="00C9040C">
        <w:t xml:space="preserve"> </w:t>
      </w:r>
      <w:r w:rsidR="00C9040C" w:rsidRPr="00224EB8">
        <w:rPr>
          <w:color w:val="00B0F0"/>
        </w:rPr>
        <w:t>/</w:t>
      </w:r>
      <w:r w:rsidR="00C304DE" w:rsidRPr="00224EB8">
        <w:rPr>
          <w:i/>
          <w:color w:val="00B0F0"/>
        </w:rPr>
        <w:t>časov</w:t>
      </w:r>
      <w:r w:rsidR="006348DC" w:rsidRPr="00224EB8">
        <w:rPr>
          <w:i/>
          <w:color w:val="00B0F0"/>
        </w:rPr>
        <w:t xml:space="preserve">ý limit </w:t>
      </w:r>
      <w:r w:rsidR="00C9040C" w:rsidRPr="00224EB8">
        <w:rPr>
          <w:i/>
          <w:color w:val="00B0F0"/>
        </w:rPr>
        <w:t>dle vyhlášky</w:t>
      </w:r>
      <w:r w:rsidR="006348DC" w:rsidRPr="00224EB8">
        <w:rPr>
          <w:i/>
          <w:color w:val="00B0F0"/>
        </w:rPr>
        <w:t xml:space="preserve"> v rozmezí</w:t>
      </w:r>
      <w:r w:rsidR="00C9040C" w:rsidRPr="00224EB8">
        <w:rPr>
          <w:i/>
          <w:color w:val="00B0F0"/>
        </w:rPr>
        <w:t xml:space="preserve"> od 15 do 60 minut/</w:t>
      </w:r>
      <w:r w:rsidR="00C9040C">
        <w:t xml:space="preserve"> zaměřeného zejména na pedagogické aspekty práce ředitele školy, pedagogickou koncepci uchazeče, jeho představy o vedení pedagogického sboru, znalosti v oblasti trendů ve výchově a vzdělávání a schopnost koncepční práce v oblasti školství, výchovy a vzdělávání.</w:t>
      </w:r>
    </w:p>
    <w:p w:rsidR="00954BA2" w:rsidRDefault="00954BA2" w:rsidP="00954BA2">
      <w:pPr>
        <w:pStyle w:val="Odstavecseseznamem"/>
        <w:ind w:left="360"/>
      </w:pPr>
    </w:p>
    <w:p w:rsidR="0019217D" w:rsidRPr="00954BA2" w:rsidRDefault="00224EB8" w:rsidP="00954BA2">
      <w:pPr>
        <w:pStyle w:val="Odstavecseseznamem"/>
        <w:numPr>
          <w:ilvl w:val="0"/>
          <w:numId w:val="28"/>
        </w:numPr>
      </w:pPr>
      <w:bookmarkStart w:id="0" w:name="_GoBack"/>
      <w:bookmarkEnd w:id="0"/>
      <w:r>
        <w:t>Tajemník komise zabezpečí splnění ustanovení § 4 odst. 5 vyhlášky, odeslání pozvánky ke konkurzu uchazeči nejpozději</w:t>
      </w:r>
      <w:r w:rsidR="00570A65">
        <w:t xml:space="preserve"> 1</w:t>
      </w:r>
      <w:r w:rsidR="00570A65" w:rsidRPr="00B138C0">
        <w:t>4 dní před</w:t>
      </w:r>
      <w:r w:rsidR="00570A65">
        <w:t>e</w:t>
      </w:r>
      <w:r w:rsidR="00570A65" w:rsidRPr="00B138C0">
        <w:t xml:space="preserve"> dnem konání konkurzu</w:t>
      </w:r>
      <w:r w:rsidR="00570A65">
        <w:t xml:space="preserve"> </w:t>
      </w:r>
      <w:r w:rsidR="00570A65" w:rsidRPr="00B138C0">
        <w:t>pozvánku</w:t>
      </w:r>
      <w:r w:rsidR="00401611">
        <w:t>, v níž bude</w:t>
      </w:r>
      <w:r w:rsidR="00570A65">
        <w:t xml:space="preserve"> uvedeno místo, datum a hodina konání konkurzu, </w:t>
      </w:r>
      <w:r w:rsidRPr="00954BA2">
        <w:rPr>
          <w:i/>
          <w:highlight w:val="yellow"/>
        </w:rPr>
        <w:t>včetně informace o obsahu a průběhu doplňkového hodnocení.</w:t>
      </w:r>
      <w:r w:rsidR="00570A65" w:rsidRPr="00954BA2">
        <w:rPr>
          <w:i/>
          <w:highlight w:val="yellow"/>
        </w:rPr>
        <w:t xml:space="preserve"> </w:t>
      </w:r>
      <w:r w:rsidR="00BB30C2" w:rsidRPr="00954BA2">
        <w:rPr>
          <w:i/>
          <w:highlight w:val="yellow"/>
        </w:rPr>
        <w:t xml:space="preserve"> </w:t>
      </w:r>
    </w:p>
    <w:p w:rsidR="00C9040C" w:rsidRPr="00C9040C" w:rsidRDefault="00C9040C" w:rsidP="00C9040C">
      <w:pPr>
        <w:ind w:left="340"/>
      </w:pPr>
    </w:p>
    <w:p w:rsidR="00BB30C2" w:rsidRPr="00B138C0" w:rsidRDefault="00BB30C2" w:rsidP="00954BA2">
      <w:r w:rsidRPr="00B138C0">
        <w:t xml:space="preserve">Členové konkurzní komise prohlašují, s ohledem na čl. 10 odst. 3 Listiny základních práv </w:t>
      </w:r>
      <w:r w:rsidR="000C2694">
        <w:br/>
      </w:r>
      <w:r w:rsidRPr="00B138C0">
        <w:t>a svobod, že zachovají povinnou mlčenlivost, uloženou příslušnými právními předpisy, zejména zákonem č. 101/2000 Sb., o ochraně osobních údajů</w:t>
      </w:r>
      <w:r w:rsidR="0019217D">
        <w:t>.</w:t>
      </w:r>
    </w:p>
    <w:p w:rsidR="00BB30C2" w:rsidRPr="00B138C0" w:rsidRDefault="00BB30C2"/>
    <w:p w:rsidR="00BB30C2" w:rsidRPr="00954BA2" w:rsidRDefault="00BB30C2" w:rsidP="00954BA2">
      <w:pPr>
        <w:rPr>
          <w:sz w:val="20"/>
          <w:szCs w:val="20"/>
        </w:rPr>
      </w:pPr>
      <w:r w:rsidRPr="00B138C0">
        <w:t xml:space="preserve">Konkurz na </w:t>
      </w:r>
      <w:r w:rsidR="00AE5ECD">
        <w:t>vedoucí pracovní místo</w:t>
      </w:r>
      <w:r w:rsidRPr="00B138C0">
        <w:t xml:space="preserve"> ředitele „</w:t>
      </w:r>
      <w:r w:rsidRPr="00954BA2">
        <w:rPr>
          <w:i/>
        </w:rPr>
        <w:t>školy“</w:t>
      </w:r>
      <w:r w:rsidRPr="00B138C0">
        <w:t xml:space="preserve"> </w:t>
      </w:r>
      <w:r w:rsidRPr="00954BA2">
        <w:rPr>
          <w:i/>
          <w:iCs/>
        </w:rPr>
        <w:t>/uvede se název</w:t>
      </w:r>
      <w:r w:rsidR="002F74A6" w:rsidRPr="00954BA2">
        <w:rPr>
          <w:i/>
          <w:iCs/>
        </w:rPr>
        <w:t xml:space="preserve"> a sídlo právnické osoby vykonávající činnost školy</w:t>
      </w:r>
      <w:r w:rsidRPr="00954BA2">
        <w:rPr>
          <w:i/>
          <w:iCs/>
        </w:rPr>
        <w:t xml:space="preserve">/ </w:t>
      </w:r>
      <w:r w:rsidRPr="00B138C0">
        <w:t xml:space="preserve"> se uskuteční: </w:t>
      </w:r>
    </w:p>
    <w:p w:rsidR="00BB30C2" w:rsidRDefault="00357B85" w:rsidP="00357B85">
      <w:pPr>
        <w:pStyle w:val="Nadpis4"/>
        <w:tabs>
          <w:tab w:val="left" w:pos="2552"/>
        </w:tabs>
        <w:ind w:left="284" w:firstLine="0"/>
        <w:rPr>
          <w:i/>
          <w:iCs/>
        </w:rPr>
      </w:pPr>
      <w:r>
        <w:rPr>
          <w:b w:val="0"/>
          <w:bCs w:val="0"/>
        </w:rPr>
        <w:t xml:space="preserve"> </w:t>
      </w:r>
      <w:r w:rsidR="00BB30C2" w:rsidRPr="00B138C0">
        <w:rPr>
          <w:b w:val="0"/>
          <w:bCs w:val="0"/>
        </w:rPr>
        <w:t xml:space="preserve">Datum a čas </w:t>
      </w:r>
      <w:proofErr w:type="gramStart"/>
      <w:r w:rsidR="00BB30C2" w:rsidRPr="00B138C0">
        <w:rPr>
          <w:b w:val="0"/>
          <w:bCs w:val="0"/>
        </w:rPr>
        <w:t xml:space="preserve">konání :  </w:t>
      </w:r>
      <w:r w:rsidR="00BB30C2" w:rsidRPr="00B138C0">
        <w:rPr>
          <w:b w:val="0"/>
          <w:bCs w:val="0"/>
        </w:rPr>
        <w:tab/>
      </w:r>
      <w:r w:rsidR="00BB30C2" w:rsidRPr="00B138C0">
        <w:rPr>
          <w:b w:val="0"/>
          <w:bCs w:val="0"/>
          <w:i/>
          <w:iCs/>
        </w:rPr>
        <w:t>/uv</w:t>
      </w:r>
      <w:r w:rsidR="00BB30C2">
        <w:rPr>
          <w:b w:val="0"/>
          <w:bCs w:val="0"/>
          <w:i/>
          <w:iCs/>
        </w:rPr>
        <w:t>ede</w:t>
      </w:r>
      <w:proofErr w:type="gramEnd"/>
      <w:r w:rsidR="00BB30C2">
        <w:rPr>
          <w:b w:val="0"/>
          <w:bCs w:val="0"/>
          <w:i/>
          <w:iCs/>
        </w:rPr>
        <w:t xml:space="preserve"> se datum a hodina konání konkurzu/</w:t>
      </w:r>
    </w:p>
    <w:p w:rsidR="00BB30C2" w:rsidRDefault="00357B85" w:rsidP="00357B85">
      <w:pPr>
        <w:pStyle w:val="Zkladntextodsazen2"/>
        <w:tabs>
          <w:tab w:val="left" w:pos="2552"/>
        </w:tabs>
        <w:spacing w:before="0"/>
        <w:ind w:left="0"/>
        <w:rPr>
          <w:b w:val="0"/>
          <w:bCs w:val="0"/>
          <w:i/>
          <w:iCs/>
        </w:rPr>
      </w:pPr>
      <w:r>
        <w:rPr>
          <w:b w:val="0"/>
          <w:bCs w:val="0"/>
        </w:rPr>
        <w:t xml:space="preserve">      </w:t>
      </w:r>
      <w:r w:rsidR="00BB30C2">
        <w:rPr>
          <w:b w:val="0"/>
          <w:bCs w:val="0"/>
        </w:rPr>
        <w:t xml:space="preserve">Místo </w:t>
      </w:r>
      <w:proofErr w:type="gramStart"/>
      <w:r w:rsidR="00BB30C2" w:rsidRPr="0064492F">
        <w:rPr>
          <w:b w:val="0"/>
          <w:bCs w:val="0"/>
        </w:rPr>
        <w:t>konání :</w:t>
      </w:r>
      <w:r w:rsidR="00BB30C2" w:rsidRPr="0064492F">
        <w:rPr>
          <w:b w:val="0"/>
          <w:bCs w:val="0"/>
        </w:rPr>
        <w:tab/>
      </w:r>
      <w:r w:rsidR="00BB30C2">
        <w:rPr>
          <w:b w:val="0"/>
          <w:bCs w:val="0"/>
          <w:i/>
          <w:iCs/>
        </w:rPr>
        <w:t>/uvede</w:t>
      </w:r>
      <w:proofErr w:type="gramEnd"/>
      <w:r w:rsidR="00BB30C2">
        <w:rPr>
          <w:b w:val="0"/>
          <w:bCs w:val="0"/>
          <w:i/>
          <w:iCs/>
        </w:rPr>
        <w:t xml:space="preserve"> se místo konání konkurzu/</w:t>
      </w:r>
    </w:p>
    <w:p w:rsidR="00BB30C2" w:rsidRDefault="00BB30C2">
      <w:pPr>
        <w:pStyle w:val="Zkladntextodsazen2"/>
        <w:ind w:left="0"/>
        <w:rPr>
          <w:b w:val="0"/>
          <w:bCs w:val="0"/>
        </w:rPr>
      </w:pPr>
    </w:p>
    <w:p w:rsidR="00BB30C2" w:rsidRDefault="00BB30C2">
      <w:pPr>
        <w:pStyle w:val="Zkladntextodsazen2"/>
        <w:ind w:left="0"/>
        <w:rPr>
          <w:b w:val="0"/>
          <w:bCs w:val="0"/>
        </w:rPr>
      </w:pPr>
      <w:r>
        <w:rPr>
          <w:b w:val="0"/>
          <w:bCs w:val="0"/>
        </w:rPr>
        <w:t xml:space="preserve">Členové konkurzní komise vzali na vědomí termín konkurzního řízení a nebudou již písemně zváni. </w:t>
      </w:r>
    </w:p>
    <w:p w:rsidR="00E8015B" w:rsidRDefault="00E8015B">
      <w:pPr>
        <w:rPr>
          <w:b/>
          <w:bCs/>
          <w:sz w:val="20"/>
          <w:szCs w:val="20"/>
        </w:rPr>
      </w:pPr>
    </w:p>
    <w:p w:rsidR="00BB30C2" w:rsidRDefault="00BB30C2">
      <w:pPr>
        <w:rPr>
          <w:b/>
          <w:bCs/>
          <w:sz w:val="16"/>
          <w:szCs w:val="16"/>
          <w:u w:val="single"/>
        </w:rPr>
      </w:pPr>
      <w:r>
        <w:rPr>
          <w:b/>
          <w:bCs/>
          <w:u w:val="single"/>
        </w:rPr>
        <w:t xml:space="preserve">Členové </w:t>
      </w:r>
      <w:proofErr w:type="gramStart"/>
      <w:r>
        <w:rPr>
          <w:b/>
          <w:bCs/>
          <w:u w:val="single"/>
        </w:rPr>
        <w:t>komise</w:t>
      </w:r>
      <w:r w:rsidR="00E8015B">
        <w:rPr>
          <w:b/>
          <w:bCs/>
          <w:u w:val="single"/>
        </w:rPr>
        <w:t>:                                                                                                             podpisy</w:t>
      </w:r>
      <w:proofErr w:type="gramEnd"/>
      <w:r w:rsidR="00E8015B">
        <w:rPr>
          <w:b/>
          <w:bCs/>
          <w:u w:val="single"/>
        </w:rPr>
        <w:t xml:space="preserve">   </w:t>
      </w:r>
    </w:p>
    <w:p w:rsidR="00BB30C2" w:rsidRDefault="00BB30C2">
      <w:pPr>
        <w:tabs>
          <w:tab w:val="left" w:pos="5670"/>
        </w:tabs>
        <w:rPr>
          <w:b/>
          <w:bCs/>
          <w:u w:val="single"/>
        </w:rPr>
      </w:pPr>
    </w:p>
    <w:p w:rsidR="00E8015B" w:rsidRDefault="00E8015B">
      <w:pPr>
        <w:tabs>
          <w:tab w:val="left" w:pos="5670"/>
        </w:tabs>
        <w:rPr>
          <w:b/>
          <w:bCs/>
          <w:u w:val="single"/>
        </w:rPr>
      </w:pPr>
    </w:p>
    <w:p w:rsidR="00BB30C2" w:rsidRDefault="00BB30C2">
      <w:pPr>
        <w:pStyle w:val="Zkladntext"/>
        <w:tabs>
          <w:tab w:val="left" w:pos="56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Jméno a příjmení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8015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…..…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r w:rsidR="00E801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8015B" w:rsidRDefault="00E8015B">
      <w:pPr>
        <w:pStyle w:val="Zkladntext"/>
        <w:tabs>
          <w:tab w:val="left" w:pos="5670"/>
        </w:tabs>
        <w:rPr>
          <w:rFonts w:ascii="Times New Roman" w:hAnsi="Times New Roman" w:cs="Times New Roman"/>
          <w:sz w:val="24"/>
          <w:szCs w:val="24"/>
        </w:rPr>
      </w:pPr>
    </w:p>
    <w:p w:rsidR="00BB30C2" w:rsidRDefault="00E8015B" w:rsidP="00E8015B">
      <w:pPr>
        <w:pStyle w:val="Zkladntext"/>
        <w:tabs>
          <w:tab w:val="left" w:pos="5670"/>
        </w:tabs>
        <w:rPr>
          <w:rFonts w:ascii="Times New Roman" w:hAnsi="Times New Roman" w:cs="Times New Roman"/>
          <w:sz w:val="24"/>
          <w:szCs w:val="24"/>
        </w:rPr>
      </w:pPr>
      <w:r w:rsidRPr="00E8015B">
        <w:rPr>
          <w:rFonts w:ascii="Times New Roman" w:hAnsi="Times New Roman" w:cs="Times New Roman"/>
          <w:i/>
          <w:iCs/>
          <w:sz w:val="24"/>
          <w:szCs w:val="24"/>
        </w:rPr>
        <w:t>Jméno a příjmení</w:t>
      </w:r>
      <w:r>
        <w:rPr>
          <w:rFonts w:ascii="Times New Roman" w:hAnsi="Times New Roman" w:cs="Times New Roman"/>
          <w:sz w:val="24"/>
          <w:szCs w:val="24"/>
        </w:rPr>
        <w:tab/>
      </w:r>
      <w:r w:rsidRPr="00E8015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E8015B">
        <w:rPr>
          <w:rFonts w:ascii="Times New Roman" w:hAnsi="Times New Roman" w:cs="Times New Roman"/>
          <w:sz w:val="24"/>
          <w:szCs w:val="24"/>
        </w:rPr>
        <w:t>…………………………</w:t>
      </w:r>
      <w:r w:rsidR="00BB30C2">
        <w:rPr>
          <w:rFonts w:ascii="Times New Roman" w:hAnsi="Times New Roman" w:cs="Times New Roman"/>
          <w:sz w:val="24"/>
          <w:szCs w:val="24"/>
        </w:rPr>
        <w:tab/>
      </w:r>
      <w:r w:rsidR="00BB30C2">
        <w:rPr>
          <w:rFonts w:ascii="Times New Roman" w:hAnsi="Times New Roman" w:cs="Times New Roman"/>
          <w:sz w:val="24"/>
          <w:szCs w:val="24"/>
        </w:rPr>
        <w:tab/>
      </w:r>
    </w:p>
    <w:p w:rsidR="00BB30C2" w:rsidRDefault="00BB30C2">
      <w:pPr>
        <w:tabs>
          <w:tab w:val="left" w:pos="5670"/>
        </w:tabs>
        <w:rPr>
          <w:b/>
          <w:bCs/>
        </w:rPr>
      </w:pPr>
    </w:p>
    <w:p w:rsidR="00BB30C2" w:rsidRDefault="00BB30C2">
      <w:pPr>
        <w:tabs>
          <w:tab w:val="left" w:pos="5670"/>
        </w:tabs>
      </w:pPr>
      <w:r>
        <w:rPr>
          <w:i/>
          <w:iCs/>
        </w:rPr>
        <w:t>Jméno a příjmení</w:t>
      </w:r>
      <w:r>
        <w:tab/>
        <w:t>…</w:t>
      </w:r>
      <w:r w:rsidR="00E8015B">
        <w:t>……</w:t>
      </w:r>
      <w:r>
        <w:t>……………………………</w:t>
      </w:r>
      <w:r>
        <w:tab/>
      </w:r>
      <w:r>
        <w:tab/>
      </w:r>
      <w:r>
        <w:tab/>
      </w:r>
    </w:p>
    <w:p w:rsidR="00BB30C2" w:rsidRDefault="00BB30C2">
      <w:pPr>
        <w:pStyle w:val="Zhlav"/>
        <w:tabs>
          <w:tab w:val="clear" w:pos="4536"/>
          <w:tab w:val="clear" w:pos="9072"/>
          <w:tab w:val="left" w:pos="5670"/>
        </w:tabs>
      </w:pPr>
    </w:p>
    <w:p w:rsidR="00E8015B" w:rsidRDefault="00E8015B" w:rsidP="00E8015B">
      <w:pPr>
        <w:tabs>
          <w:tab w:val="left" w:pos="5670"/>
          <w:tab w:val="left" w:pos="8505"/>
        </w:tabs>
        <w:jc w:val="left"/>
      </w:pPr>
      <w:r>
        <w:rPr>
          <w:i/>
          <w:iCs/>
        </w:rPr>
        <w:t>Jméno a příjmení</w:t>
      </w:r>
      <w:r>
        <w:tab/>
        <w:t>……………………………………</w:t>
      </w:r>
    </w:p>
    <w:p w:rsidR="00E8015B" w:rsidRDefault="00E8015B" w:rsidP="00E8015B">
      <w:pPr>
        <w:tabs>
          <w:tab w:val="left" w:pos="5670"/>
        </w:tabs>
      </w:pPr>
    </w:p>
    <w:p w:rsidR="00E8015B" w:rsidRDefault="00E8015B" w:rsidP="00E8015B">
      <w:pPr>
        <w:tabs>
          <w:tab w:val="left" w:pos="5670"/>
        </w:tabs>
      </w:pPr>
    </w:p>
    <w:p w:rsidR="002F74A6" w:rsidRDefault="002F74A6" w:rsidP="00E8015B">
      <w:pPr>
        <w:tabs>
          <w:tab w:val="left" w:pos="5670"/>
          <w:tab w:val="left" w:pos="8505"/>
        </w:tabs>
        <w:rPr>
          <w:i/>
          <w:iCs/>
        </w:rPr>
      </w:pPr>
      <w:r>
        <w:rPr>
          <w:i/>
          <w:iCs/>
        </w:rPr>
        <w:t>Jméno a příjmení</w:t>
      </w:r>
      <w:r>
        <w:tab/>
        <w:t>……………………………………</w:t>
      </w:r>
    </w:p>
    <w:p w:rsidR="002F74A6" w:rsidRDefault="002F74A6" w:rsidP="00E8015B">
      <w:pPr>
        <w:tabs>
          <w:tab w:val="left" w:pos="5670"/>
          <w:tab w:val="left" w:pos="8505"/>
        </w:tabs>
        <w:rPr>
          <w:i/>
          <w:iCs/>
        </w:rPr>
      </w:pPr>
    </w:p>
    <w:p w:rsidR="002F74A6" w:rsidRDefault="002F74A6" w:rsidP="00E8015B">
      <w:pPr>
        <w:tabs>
          <w:tab w:val="left" w:pos="5670"/>
          <w:tab w:val="left" w:pos="8505"/>
        </w:tabs>
        <w:rPr>
          <w:i/>
          <w:iCs/>
        </w:rPr>
      </w:pPr>
    </w:p>
    <w:p w:rsidR="00E8015B" w:rsidRDefault="00E8015B" w:rsidP="00E8015B">
      <w:pPr>
        <w:tabs>
          <w:tab w:val="left" w:pos="5670"/>
          <w:tab w:val="left" w:pos="8505"/>
        </w:tabs>
      </w:pPr>
      <w:r>
        <w:rPr>
          <w:i/>
          <w:iCs/>
        </w:rPr>
        <w:t>Jméno a příjmení</w:t>
      </w:r>
      <w:r>
        <w:tab/>
        <w:t>……………………………………</w:t>
      </w:r>
    </w:p>
    <w:p w:rsidR="00E8015B" w:rsidRDefault="00E8015B">
      <w:pPr>
        <w:tabs>
          <w:tab w:val="left" w:pos="5670"/>
          <w:tab w:val="left" w:pos="8505"/>
        </w:tabs>
        <w:rPr>
          <w:i/>
          <w:iCs/>
        </w:rPr>
      </w:pPr>
    </w:p>
    <w:p w:rsidR="00E8015B" w:rsidRDefault="00E8015B">
      <w:pPr>
        <w:tabs>
          <w:tab w:val="left" w:pos="5670"/>
          <w:tab w:val="left" w:pos="8505"/>
        </w:tabs>
        <w:rPr>
          <w:i/>
          <w:iCs/>
        </w:rPr>
      </w:pPr>
    </w:p>
    <w:p w:rsidR="00BB30C2" w:rsidRDefault="00BB30C2">
      <w:pPr>
        <w:tabs>
          <w:tab w:val="left" w:pos="5670"/>
          <w:tab w:val="left" w:pos="8505"/>
        </w:tabs>
      </w:pPr>
      <w:r>
        <w:rPr>
          <w:i/>
          <w:iCs/>
        </w:rPr>
        <w:t>Jméno a příjmení</w:t>
      </w:r>
      <w:r>
        <w:tab/>
        <w:t>…</w:t>
      </w:r>
      <w:r w:rsidR="00E8015B">
        <w:t>……</w:t>
      </w:r>
      <w:r>
        <w:t>………….………</w:t>
      </w:r>
      <w:r w:rsidR="00E8015B">
        <w:t>.</w:t>
      </w:r>
      <w:r>
        <w:t>……</w:t>
      </w:r>
      <w:r w:rsidR="00E8015B">
        <w:t>.</w:t>
      </w:r>
      <w:r>
        <w:t>….</w:t>
      </w:r>
    </w:p>
    <w:p w:rsidR="00BB30C2" w:rsidRDefault="00BB30C2">
      <w:pPr>
        <w:tabs>
          <w:tab w:val="left" w:pos="5670"/>
          <w:tab w:val="left" w:pos="8505"/>
        </w:tabs>
      </w:pPr>
    </w:p>
    <w:p w:rsidR="00BB30C2" w:rsidRDefault="00BB30C2">
      <w:pPr>
        <w:tabs>
          <w:tab w:val="left" w:pos="5670"/>
        </w:tabs>
      </w:pPr>
    </w:p>
    <w:p w:rsidR="00BE6894" w:rsidRDefault="00BE6894" w:rsidP="00BE6894">
      <w:pPr>
        <w:tabs>
          <w:tab w:val="left" w:pos="5670"/>
          <w:tab w:val="left" w:pos="8505"/>
        </w:tabs>
      </w:pPr>
      <w:r>
        <w:rPr>
          <w:i/>
          <w:iCs/>
        </w:rPr>
        <w:lastRenderedPageBreak/>
        <w:t>Jméno a příjmení</w:t>
      </w:r>
      <w:r>
        <w:tab/>
        <w:t>……………………………………</w:t>
      </w:r>
    </w:p>
    <w:p w:rsidR="00E8015B" w:rsidRDefault="00E8015B">
      <w:pPr>
        <w:tabs>
          <w:tab w:val="left" w:pos="5670"/>
        </w:tabs>
      </w:pPr>
    </w:p>
    <w:p w:rsidR="00BB30C2" w:rsidRDefault="00BB30C2">
      <w:pPr>
        <w:tabs>
          <w:tab w:val="left" w:pos="5670"/>
        </w:tabs>
      </w:pPr>
    </w:p>
    <w:p w:rsidR="00BE6894" w:rsidRDefault="00BE6894">
      <w:pPr>
        <w:tabs>
          <w:tab w:val="left" w:pos="5670"/>
        </w:tabs>
      </w:pPr>
    </w:p>
    <w:p w:rsidR="00B31F5C" w:rsidRPr="003A65BB" w:rsidRDefault="00B31F5C" w:rsidP="00B31F5C">
      <w:pPr>
        <w:tabs>
          <w:tab w:val="left" w:pos="5670"/>
        </w:tabs>
        <w:rPr>
          <w:color w:val="0070C0"/>
        </w:rPr>
      </w:pPr>
      <w:r w:rsidRPr="003A65BB">
        <w:rPr>
          <w:b/>
          <w:bCs/>
          <w:color w:val="0070C0"/>
          <w:u w:val="single"/>
        </w:rPr>
        <w:t xml:space="preserve">Přizvaný </w:t>
      </w:r>
      <w:proofErr w:type="gramStart"/>
      <w:r w:rsidRPr="003A65BB">
        <w:rPr>
          <w:b/>
          <w:bCs/>
          <w:color w:val="0070C0"/>
          <w:u w:val="single"/>
        </w:rPr>
        <w:t>odborník:                                                                                                        podpis</w:t>
      </w:r>
      <w:proofErr w:type="gramEnd"/>
    </w:p>
    <w:p w:rsidR="00B31F5C" w:rsidRPr="003A65BB" w:rsidRDefault="00B31F5C" w:rsidP="00B31F5C">
      <w:pPr>
        <w:tabs>
          <w:tab w:val="left" w:pos="5670"/>
        </w:tabs>
        <w:rPr>
          <w:color w:val="0070C0"/>
        </w:rPr>
      </w:pPr>
    </w:p>
    <w:p w:rsidR="00B31F5C" w:rsidRPr="003A65BB" w:rsidRDefault="00B31F5C" w:rsidP="00B31F5C">
      <w:pPr>
        <w:tabs>
          <w:tab w:val="left" w:pos="5670"/>
          <w:tab w:val="left" w:pos="8505"/>
        </w:tabs>
        <w:spacing w:before="240"/>
        <w:jc w:val="left"/>
        <w:rPr>
          <w:color w:val="0070C0"/>
        </w:rPr>
      </w:pPr>
      <w:r w:rsidRPr="003A65BB">
        <w:rPr>
          <w:i/>
          <w:iCs/>
          <w:color w:val="0070C0"/>
        </w:rPr>
        <w:t>Jméno a příjmení</w:t>
      </w:r>
      <w:r w:rsidRPr="003A65BB">
        <w:rPr>
          <w:color w:val="0070C0"/>
        </w:rPr>
        <w:tab/>
        <w:t>……………………………………</w:t>
      </w:r>
    </w:p>
    <w:p w:rsidR="00BB30C2" w:rsidRDefault="00BB30C2">
      <w:pPr>
        <w:tabs>
          <w:tab w:val="left" w:pos="5670"/>
        </w:tabs>
      </w:pPr>
    </w:p>
    <w:p w:rsidR="00450DA9" w:rsidRDefault="00450DA9">
      <w:pPr>
        <w:tabs>
          <w:tab w:val="left" w:pos="5670"/>
        </w:tabs>
      </w:pPr>
    </w:p>
    <w:p w:rsidR="00B31F5C" w:rsidRDefault="00B31F5C">
      <w:pPr>
        <w:tabs>
          <w:tab w:val="left" w:pos="5670"/>
        </w:tabs>
      </w:pPr>
    </w:p>
    <w:p w:rsidR="00954BA2" w:rsidRDefault="00954BA2">
      <w:pPr>
        <w:tabs>
          <w:tab w:val="left" w:pos="5670"/>
        </w:tabs>
      </w:pPr>
    </w:p>
    <w:p w:rsidR="00954BA2" w:rsidRDefault="00954BA2">
      <w:pPr>
        <w:tabs>
          <w:tab w:val="left" w:pos="5670"/>
        </w:tabs>
      </w:pPr>
    </w:p>
    <w:p w:rsidR="00954BA2" w:rsidRDefault="00954BA2" w:rsidP="00954BA2">
      <w:pPr>
        <w:tabs>
          <w:tab w:val="left" w:pos="426"/>
          <w:tab w:val="left" w:pos="5670"/>
        </w:tabs>
      </w:pPr>
    </w:p>
    <w:p w:rsidR="00B31F5C" w:rsidRDefault="00B31F5C">
      <w:pPr>
        <w:tabs>
          <w:tab w:val="left" w:pos="5670"/>
        </w:tabs>
      </w:pPr>
    </w:p>
    <w:p w:rsidR="00B31F5C" w:rsidRDefault="00B31F5C">
      <w:pPr>
        <w:tabs>
          <w:tab w:val="left" w:pos="5670"/>
        </w:tabs>
      </w:pPr>
    </w:p>
    <w:p w:rsidR="00BB30C2" w:rsidRDefault="00BB30C2">
      <w:pPr>
        <w:pStyle w:val="Nadpis6"/>
      </w:pPr>
      <w:r>
        <w:t xml:space="preserve">Místo a datum </w:t>
      </w:r>
    </w:p>
    <w:p w:rsidR="00BB30C2" w:rsidRDefault="00BB30C2">
      <w:pPr>
        <w:tabs>
          <w:tab w:val="left" w:pos="5670"/>
        </w:tabs>
      </w:pPr>
    </w:p>
    <w:p w:rsidR="00BB30C2" w:rsidRDefault="00BB30C2">
      <w:pPr>
        <w:tabs>
          <w:tab w:val="left" w:pos="5670"/>
        </w:tabs>
      </w:pPr>
      <w:r>
        <w:t xml:space="preserve">Zapsal: </w:t>
      </w:r>
      <w:r>
        <w:rPr>
          <w:i/>
          <w:iCs/>
        </w:rPr>
        <w:t>Jméno a příjmení</w:t>
      </w:r>
      <w:r>
        <w:t>, tajemník konkurzní komise</w:t>
      </w:r>
      <w:r>
        <w:tab/>
      </w:r>
      <w:r>
        <w:tab/>
      </w:r>
    </w:p>
    <w:sectPr w:rsidR="00BB30C2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5D4" w:rsidRDefault="005C35D4">
      <w:r>
        <w:separator/>
      </w:r>
    </w:p>
  </w:endnote>
  <w:endnote w:type="continuationSeparator" w:id="0">
    <w:p w:rsidR="005C35D4" w:rsidRDefault="005C3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B85" w:rsidRDefault="00357B85">
    <w:pPr>
      <w:pStyle w:val="Zpat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954BA2">
      <w:rPr>
        <w:noProof/>
      </w:rPr>
      <w:t>2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B85" w:rsidRDefault="00954BA2">
    <w:pPr>
      <w:pStyle w:val="Zpat"/>
      <w:tabs>
        <w:tab w:val="clear" w:pos="4536"/>
        <w:tab w:val="left" w:pos="2268"/>
        <w:tab w:val="left" w:pos="4678"/>
        <w:tab w:val="left" w:pos="6946"/>
      </w:tabs>
      <w:rPr>
        <w:caps/>
        <w:sz w:val="20"/>
        <w:szCs w:val="20"/>
      </w:rPr>
    </w:pPr>
    <w:r>
      <w:rPr>
        <w:caps/>
        <w:sz w:val="20"/>
        <w:szCs w:val="20"/>
      </w:rPr>
      <w:pict>
        <v:rect id="_x0000_i1025" style="width:0;height:1.5pt" o:hralign="center" o:hrstd="t" o:hr="t" fillcolor="gray" stroked="f"/>
      </w:pict>
    </w:r>
  </w:p>
  <w:p w:rsidR="00357B85" w:rsidRDefault="00357B85">
    <w:pPr>
      <w:pStyle w:val="Zpat"/>
      <w:tabs>
        <w:tab w:val="clear" w:pos="4536"/>
        <w:tab w:val="left" w:pos="2268"/>
        <w:tab w:val="left" w:pos="2977"/>
        <w:tab w:val="left" w:pos="6237"/>
      </w:tabs>
      <w:rPr>
        <w:caps/>
        <w:sz w:val="20"/>
        <w:szCs w:val="20"/>
      </w:rPr>
    </w:pPr>
    <w:r>
      <w:rPr>
        <w:caps/>
        <w:sz w:val="20"/>
        <w:szCs w:val="20"/>
      </w:rPr>
      <w:t>Telefon</w:t>
    </w:r>
    <w:r>
      <w:rPr>
        <w:caps/>
        <w:sz w:val="20"/>
        <w:szCs w:val="20"/>
      </w:rPr>
      <w:tab/>
    </w:r>
    <w:r>
      <w:rPr>
        <w:caps/>
        <w:sz w:val="20"/>
        <w:szCs w:val="20"/>
      </w:rPr>
      <w:tab/>
      <w:t>Fax</w:t>
    </w:r>
    <w:r>
      <w:rPr>
        <w:caps/>
        <w:sz w:val="20"/>
        <w:szCs w:val="20"/>
      </w:rPr>
      <w:tab/>
      <w:t>E-mail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5D4" w:rsidRDefault="005C35D4">
      <w:r>
        <w:separator/>
      </w:r>
    </w:p>
  </w:footnote>
  <w:footnote w:type="continuationSeparator" w:id="0">
    <w:p w:rsidR="005C35D4" w:rsidRDefault="005C3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B85" w:rsidRDefault="00357B85">
    <w:pPr>
      <w:pStyle w:val="Zhlav"/>
    </w:pPr>
    <w:r>
      <w:t>Příloha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5803"/>
    <w:multiLevelType w:val="multilevel"/>
    <w:tmpl w:val="CF720090"/>
    <w:lvl w:ilvl="0">
      <w:start w:val="3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5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D61B9"/>
    <w:multiLevelType w:val="multilevel"/>
    <w:tmpl w:val="EA507D96"/>
    <w:lvl w:ilvl="0">
      <w:start w:val="5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4035F2"/>
    <w:multiLevelType w:val="hybridMultilevel"/>
    <w:tmpl w:val="CF720090"/>
    <w:lvl w:ilvl="0" w:tplc="E5348DC2">
      <w:start w:val="3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7946D87A">
      <w:start w:val="5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A5730C"/>
    <w:multiLevelType w:val="multilevel"/>
    <w:tmpl w:val="2BDCFBDE"/>
    <w:lvl w:ilvl="0">
      <w:start w:val="6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7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E2262B"/>
    <w:multiLevelType w:val="hybridMultilevel"/>
    <w:tmpl w:val="2D821BF6"/>
    <w:lvl w:ilvl="0" w:tplc="0405000F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1A355D"/>
    <w:multiLevelType w:val="hybridMultilevel"/>
    <w:tmpl w:val="5CAED9F0"/>
    <w:lvl w:ilvl="0" w:tplc="8B8021C0">
      <w:start w:val="2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137F68"/>
    <w:multiLevelType w:val="hybridMultilevel"/>
    <w:tmpl w:val="2BDCFBDE"/>
    <w:lvl w:ilvl="0" w:tplc="5D6C523C">
      <w:start w:val="6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2B74841E">
      <w:start w:val="7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965410"/>
    <w:multiLevelType w:val="multilevel"/>
    <w:tmpl w:val="64ACA906"/>
    <w:lvl w:ilvl="0">
      <w:start w:val="5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CBA0775"/>
    <w:multiLevelType w:val="hybridMultilevel"/>
    <w:tmpl w:val="64ACA906"/>
    <w:lvl w:ilvl="0" w:tplc="35068B42">
      <w:start w:val="5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27A24DD"/>
    <w:multiLevelType w:val="hybridMultilevel"/>
    <w:tmpl w:val="F4949D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E2816"/>
    <w:multiLevelType w:val="multilevel"/>
    <w:tmpl w:val="6C1CE4EE"/>
    <w:lvl w:ilvl="0">
      <w:start w:val="3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173FB2"/>
    <w:multiLevelType w:val="multilevel"/>
    <w:tmpl w:val="523C584C"/>
    <w:lvl w:ilvl="0">
      <w:start w:val="3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bCs/>
        <w:i w:val="0"/>
        <w:iCs w:val="0"/>
        <w:color w:val="auto"/>
        <w:sz w:val="24"/>
        <w:szCs w:val="24"/>
      </w:rPr>
    </w:lvl>
    <w:lvl w:ilvl="1">
      <w:start w:val="3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bCs/>
        <w:i w:val="0"/>
        <w:iCs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98E3986"/>
    <w:multiLevelType w:val="hybridMultilevel"/>
    <w:tmpl w:val="30E2C964"/>
    <w:lvl w:ilvl="0" w:tplc="D8DAA092">
      <w:start w:val="4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bCs/>
        <w:i w:val="0"/>
        <w:iCs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98F5926"/>
    <w:multiLevelType w:val="multilevel"/>
    <w:tmpl w:val="1482354C"/>
    <w:lvl w:ilvl="0">
      <w:start w:val="3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4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12170C"/>
    <w:multiLevelType w:val="multilevel"/>
    <w:tmpl w:val="2BDCFBDE"/>
    <w:lvl w:ilvl="0">
      <w:start w:val="6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7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B707D45"/>
    <w:multiLevelType w:val="hybridMultilevel"/>
    <w:tmpl w:val="11D0AE8E"/>
    <w:lvl w:ilvl="0" w:tplc="9BAA6490">
      <w:start w:val="4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C6A5DE1"/>
    <w:multiLevelType w:val="hybridMultilevel"/>
    <w:tmpl w:val="70A60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E0A90"/>
    <w:multiLevelType w:val="hybridMultilevel"/>
    <w:tmpl w:val="F1108D5A"/>
    <w:lvl w:ilvl="0" w:tplc="09460D9A">
      <w:start w:val="6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2370A3"/>
    <w:multiLevelType w:val="hybridMultilevel"/>
    <w:tmpl w:val="9A288510"/>
    <w:lvl w:ilvl="0" w:tplc="37787F90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68D2C72"/>
    <w:multiLevelType w:val="hybridMultilevel"/>
    <w:tmpl w:val="0D2C8BC4"/>
    <w:lvl w:ilvl="0" w:tplc="345AE19E">
      <w:start w:val="5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860287D"/>
    <w:multiLevelType w:val="hybridMultilevel"/>
    <w:tmpl w:val="AA10DBF2"/>
    <w:lvl w:ilvl="0" w:tplc="5B2401D6">
      <w:start w:val="3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208108">
      <w:start w:val="3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073682"/>
    <w:multiLevelType w:val="hybridMultilevel"/>
    <w:tmpl w:val="BE64AA68"/>
    <w:lvl w:ilvl="0" w:tplc="3D5A2008">
      <w:start w:val="6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8556153"/>
    <w:multiLevelType w:val="multilevel"/>
    <w:tmpl w:val="56B832F8"/>
    <w:lvl w:ilvl="0">
      <w:start w:val="6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6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bCs/>
        <w:i w:val="0"/>
        <w:iCs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287518"/>
    <w:multiLevelType w:val="hybridMultilevel"/>
    <w:tmpl w:val="EA507D96"/>
    <w:lvl w:ilvl="0" w:tplc="81FADA90">
      <w:start w:val="5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D495D73"/>
    <w:multiLevelType w:val="multilevel"/>
    <w:tmpl w:val="F1108D5A"/>
    <w:lvl w:ilvl="0">
      <w:start w:val="6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E660648"/>
    <w:multiLevelType w:val="hybridMultilevel"/>
    <w:tmpl w:val="E2EC2FC2"/>
    <w:lvl w:ilvl="0" w:tplc="7012ED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3166515"/>
    <w:multiLevelType w:val="hybridMultilevel"/>
    <w:tmpl w:val="7FA207A0"/>
    <w:lvl w:ilvl="0" w:tplc="F78C8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C344FC"/>
    <w:multiLevelType w:val="multilevel"/>
    <w:tmpl w:val="4EAC8DEA"/>
    <w:lvl w:ilvl="0">
      <w:start w:val="3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bCs/>
        <w:i w:val="0"/>
        <w:iCs w:val="0"/>
        <w:color w:val="auto"/>
        <w:sz w:val="24"/>
        <w:szCs w:val="24"/>
      </w:rPr>
    </w:lvl>
    <w:lvl w:ilvl="1">
      <w:start w:val="5"/>
      <w:numFmt w:val="ordinal"/>
      <w:lvlText w:val="%2"/>
      <w:lvlJc w:val="left"/>
      <w:pPr>
        <w:tabs>
          <w:tab w:val="num" w:pos="1420"/>
        </w:tabs>
        <w:ind w:left="1420" w:hanging="340"/>
      </w:pPr>
      <w:rPr>
        <w:rFonts w:cs="Times New Roman" w:hint="default"/>
        <w:b/>
        <w:bCs/>
        <w:i w:val="0"/>
        <w:iCs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AB427D0"/>
    <w:multiLevelType w:val="hybridMultilevel"/>
    <w:tmpl w:val="F46A4EF8"/>
    <w:lvl w:ilvl="0" w:tplc="91281034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C0C21E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9"/>
  </w:num>
  <w:num w:numId="2">
    <w:abstractNumId w:val="12"/>
  </w:num>
  <w:num w:numId="3">
    <w:abstractNumId w:val="2"/>
  </w:num>
  <w:num w:numId="4">
    <w:abstractNumId w:val="5"/>
  </w:num>
  <w:num w:numId="5">
    <w:abstractNumId w:val="18"/>
  </w:num>
  <w:num w:numId="6">
    <w:abstractNumId w:val="26"/>
  </w:num>
  <w:num w:numId="7">
    <w:abstractNumId w:val="27"/>
  </w:num>
  <w:num w:numId="8">
    <w:abstractNumId w:val="11"/>
  </w:num>
  <w:num w:numId="9">
    <w:abstractNumId w:val="6"/>
  </w:num>
  <w:num w:numId="10">
    <w:abstractNumId w:val="22"/>
  </w:num>
  <w:num w:numId="11">
    <w:abstractNumId w:val="14"/>
  </w:num>
  <w:num w:numId="12">
    <w:abstractNumId w:val="23"/>
  </w:num>
  <w:num w:numId="13">
    <w:abstractNumId w:val="3"/>
  </w:num>
  <w:num w:numId="14">
    <w:abstractNumId w:val="21"/>
  </w:num>
  <w:num w:numId="15">
    <w:abstractNumId w:val="28"/>
  </w:num>
  <w:num w:numId="16">
    <w:abstractNumId w:val="20"/>
  </w:num>
  <w:num w:numId="17">
    <w:abstractNumId w:val="10"/>
  </w:num>
  <w:num w:numId="18">
    <w:abstractNumId w:val="0"/>
  </w:num>
  <w:num w:numId="19">
    <w:abstractNumId w:val="8"/>
  </w:num>
  <w:num w:numId="20">
    <w:abstractNumId w:val="1"/>
  </w:num>
  <w:num w:numId="21">
    <w:abstractNumId w:val="17"/>
  </w:num>
  <w:num w:numId="22">
    <w:abstractNumId w:val="13"/>
  </w:num>
  <w:num w:numId="23">
    <w:abstractNumId w:val="7"/>
  </w:num>
  <w:num w:numId="24">
    <w:abstractNumId w:val="15"/>
  </w:num>
  <w:num w:numId="25">
    <w:abstractNumId w:val="24"/>
  </w:num>
  <w:num w:numId="26">
    <w:abstractNumId w:val="19"/>
  </w:num>
  <w:num w:numId="27">
    <w:abstractNumId w:val="9"/>
  </w:num>
  <w:num w:numId="28">
    <w:abstractNumId w:val="4"/>
  </w:num>
  <w:num w:numId="29">
    <w:abstractNumId w:val="16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C2"/>
    <w:rsid w:val="00033637"/>
    <w:rsid w:val="00076BD3"/>
    <w:rsid w:val="000B5C87"/>
    <w:rsid w:val="000C2694"/>
    <w:rsid w:val="0019217D"/>
    <w:rsid w:val="00224EB8"/>
    <w:rsid w:val="0024755E"/>
    <w:rsid w:val="00287013"/>
    <w:rsid w:val="002958D1"/>
    <w:rsid w:val="002F74A6"/>
    <w:rsid w:val="00357B85"/>
    <w:rsid w:val="00370DBA"/>
    <w:rsid w:val="003A24EB"/>
    <w:rsid w:val="003A6F06"/>
    <w:rsid w:val="00401611"/>
    <w:rsid w:val="0042286A"/>
    <w:rsid w:val="00445DAC"/>
    <w:rsid w:val="00450DA9"/>
    <w:rsid w:val="00463444"/>
    <w:rsid w:val="00483D9F"/>
    <w:rsid w:val="00484F49"/>
    <w:rsid w:val="00570A65"/>
    <w:rsid w:val="005C35D4"/>
    <w:rsid w:val="00602424"/>
    <w:rsid w:val="00621514"/>
    <w:rsid w:val="006348DC"/>
    <w:rsid w:val="0064492F"/>
    <w:rsid w:val="00681F3A"/>
    <w:rsid w:val="00693B01"/>
    <w:rsid w:val="006A52E9"/>
    <w:rsid w:val="006F1845"/>
    <w:rsid w:val="00734219"/>
    <w:rsid w:val="008B05A7"/>
    <w:rsid w:val="00954BA2"/>
    <w:rsid w:val="00976057"/>
    <w:rsid w:val="00991CE3"/>
    <w:rsid w:val="009A3A14"/>
    <w:rsid w:val="00A90D67"/>
    <w:rsid w:val="00AE006A"/>
    <w:rsid w:val="00AE5ECD"/>
    <w:rsid w:val="00B138C0"/>
    <w:rsid w:val="00B31F5C"/>
    <w:rsid w:val="00B6247A"/>
    <w:rsid w:val="00BB30C2"/>
    <w:rsid w:val="00BE6894"/>
    <w:rsid w:val="00BE7809"/>
    <w:rsid w:val="00C304DE"/>
    <w:rsid w:val="00C42CA1"/>
    <w:rsid w:val="00C9040C"/>
    <w:rsid w:val="00D50C54"/>
    <w:rsid w:val="00DC1FD7"/>
    <w:rsid w:val="00E22D17"/>
    <w:rsid w:val="00E411E2"/>
    <w:rsid w:val="00E51234"/>
    <w:rsid w:val="00E8015B"/>
    <w:rsid w:val="00E93019"/>
    <w:rsid w:val="00EF3F9A"/>
    <w:rsid w:val="00F042D5"/>
    <w:rsid w:val="00FC011C"/>
    <w:rsid w:val="00FE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  <w14:docId w14:val="4CF30147"/>
  <w14:defaultImageDpi w14:val="0"/>
  <w15:docId w15:val="{95B3B003-FEF3-4643-8689-68BD281C5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rFonts w:ascii="Arial" w:hAnsi="Arial" w:cs="Arial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120" w:after="120"/>
      <w:ind w:firstLine="426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jc w:val="center"/>
      <w:outlineLvl w:val="4"/>
    </w:pPr>
    <w:rPr>
      <w:rFonts w:ascii="Arial" w:hAnsi="Arial" w:cs="Arial"/>
      <w:b/>
      <w:bCs/>
      <w:sz w:val="32"/>
      <w:szCs w:val="32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tabs>
        <w:tab w:val="left" w:pos="5670"/>
      </w:tabs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pBdr>
        <w:bottom w:val="thickThinSmallGap" w:sz="24" w:space="5" w:color="auto"/>
      </w:pBdr>
      <w:jc w:val="center"/>
      <w:outlineLvl w:val="6"/>
    </w:pPr>
    <w:rPr>
      <w:b/>
      <w:bCs/>
      <w:color w:val="0000FF"/>
      <w:spacing w:val="40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pPr>
      <w:ind w:left="2268" w:hanging="1842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Pr>
      <w:rFonts w:ascii="Arial" w:hAnsi="Arial" w:cs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pPr>
      <w:spacing w:before="120"/>
      <w:ind w:left="284"/>
    </w:pPr>
    <w:rPr>
      <w:b/>
      <w:bCs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link w:val="PodnadpisChar"/>
    <w:uiPriority w:val="99"/>
    <w:qFormat/>
    <w:pPr>
      <w:jc w:val="center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0C269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C269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040C"/>
    <w:pPr>
      <w:ind w:left="720"/>
      <w:contextualSpacing/>
    </w:pPr>
  </w:style>
  <w:style w:type="character" w:styleId="Odkazintenzivn">
    <w:name w:val="Intense Reference"/>
    <w:basedOn w:val="Standardnpsmoodstavce"/>
    <w:uiPriority w:val="32"/>
    <w:qFormat/>
    <w:rsid w:val="003A6F06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KU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KU</Template>
  <TotalTime>239</TotalTime>
  <Pages>3</Pages>
  <Words>581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Vážený pan</vt:lpstr>
    </vt:vector>
  </TitlesOfParts>
  <Company>SU Liberec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Vážený pan</dc:title>
  <dc:subject/>
  <dc:creator>Trpkošová Eva</dc:creator>
  <cp:keywords/>
  <dc:description/>
  <cp:lastModifiedBy>Trpkošová Eva</cp:lastModifiedBy>
  <cp:revision>7</cp:revision>
  <cp:lastPrinted>2019-05-30T10:46:00Z</cp:lastPrinted>
  <dcterms:created xsi:type="dcterms:W3CDTF">2019-05-30T08:15:00Z</dcterms:created>
  <dcterms:modified xsi:type="dcterms:W3CDTF">2019-07-08T08:17:00Z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-1972276303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-2123083202</vt:i4>
  </property>
  <property fmtid="{D5CDD505-2E9C-101B-9397-08002B2CF9AE}" pid="7" name="_ReviewingToolsShownOnce">
    <vt:lpwstr/>
  </property>
</Properties>
</file>